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0630A" w14:textId="77777777" w:rsidR="000048D4" w:rsidRDefault="000048D4" w:rsidP="005B39CC">
      <w:pPr>
        <w:spacing w:line="360" w:lineRule="auto"/>
        <w:jc w:val="both"/>
        <w:rPr>
          <w:b/>
          <w:lang w:val="et-EE"/>
        </w:rPr>
      </w:pPr>
    </w:p>
    <w:p w14:paraId="031211B5" w14:textId="0E035A74" w:rsidR="007E5736" w:rsidRPr="00484869" w:rsidRDefault="005B39CC" w:rsidP="005B39CC">
      <w:pPr>
        <w:spacing w:line="360" w:lineRule="auto"/>
        <w:jc w:val="both"/>
        <w:rPr>
          <w:bCs/>
          <w:lang w:val="et-EE"/>
        </w:rPr>
      </w:pPr>
      <w:r w:rsidRPr="00484869">
        <w:rPr>
          <w:bCs/>
          <w:lang w:val="et-EE"/>
        </w:rPr>
        <w:t>Justiits</w:t>
      </w:r>
      <w:r w:rsidR="00C53173">
        <w:rPr>
          <w:bCs/>
          <w:lang w:val="et-EE"/>
        </w:rPr>
        <w:t xml:space="preserve">- ja </w:t>
      </w:r>
      <w:r w:rsidR="007F103E">
        <w:rPr>
          <w:bCs/>
          <w:lang w:val="et-EE"/>
        </w:rPr>
        <w:t>Digi</w:t>
      </w:r>
      <w:r w:rsidRPr="00484869">
        <w:rPr>
          <w:bCs/>
          <w:lang w:val="et-EE"/>
        </w:rPr>
        <w:t>ministeerium</w:t>
      </w:r>
    </w:p>
    <w:p w14:paraId="341593A8" w14:textId="1C34ED8E" w:rsidR="00001E9E" w:rsidRDefault="00001E9E" w:rsidP="007271A3">
      <w:pPr>
        <w:spacing w:line="360" w:lineRule="auto"/>
        <w:jc w:val="both"/>
        <w:rPr>
          <w:bCs/>
          <w:lang w:val="et-EE"/>
        </w:rPr>
      </w:pPr>
      <w:hyperlink r:id="rId11" w:history="1">
        <w:r w:rsidRPr="00321ACA">
          <w:rPr>
            <w:rStyle w:val="Hyperlink"/>
            <w:bCs/>
            <w:lang w:val="et-EE"/>
          </w:rPr>
          <w:t>info@justdigi.ee</w:t>
        </w:r>
      </w:hyperlink>
    </w:p>
    <w:p w14:paraId="13D68092" w14:textId="77777777" w:rsidR="003A2653" w:rsidRDefault="003A2653" w:rsidP="00001E9E">
      <w:pPr>
        <w:spacing w:line="360" w:lineRule="auto"/>
        <w:ind w:firstLine="720"/>
        <w:jc w:val="both"/>
        <w:rPr>
          <w:bCs/>
          <w:lang w:val="et-EE"/>
        </w:rPr>
      </w:pPr>
    </w:p>
    <w:p w14:paraId="6374A035" w14:textId="661D79CC" w:rsidR="00001E9E" w:rsidRDefault="00001E9E" w:rsidP="00001E9E">
      <w:pPr>
        <w:spacing w:line="360" w:lineRule="auto"/>
        <w:ind w:firstLine="720"/>
        <w:jc w:val="both"/>
        <w:rPr>
          <w:bCs/>
          <w:lang w:val="et-EE"/>
        </w:rPr>
      </w:pPr>
      <w:r>
        <w:rPr>
          <w:bCs/>
          <w:lang w:val="et-EE"/>
        </w:rPr>
        <w:t>Koopia: Eesti Vabariigi Õiguskantsler</w:t>
      </w:r>
    </w:p>
    <w:p w14:paraId="609081F1" w14:textId="795A27ED" w:rsidR="00001E9E" w:rsidRPr="00484869" w:rsidRDefault="00001E9E" w:rsidP="007271A3">
      <w:pPr>
        <w:spacing w:line="360" w:lineRule="auto"/>
        <w:jc w:val="both"/>
        <w:rPr>
          <w:bCs/>
          <w:lang w:val="et-EE"/>
        </w:rPr>
      </w:pPr>
      <w:r>
        <w:rPr>
          <w:bCs/>
          <w:lang w:val="et-EE"/>
        </w:rPr>
        <w:tab/>
      </w:r>
      <w:r>
        <w:rPr>
          <w:bCs/>
          <w:lang w:val="et-EE"/>
        </w:rPr>
        <w:tab/>
        <w:t>Tarbijakaitse- ja Tehnilise Järelevalve Amet</w:t>
      </w:r>
    </w:p>
    <w:p w14:paraId="45855896" w14:textId="0156605A" w:rsidR="00D1109A" w:rsidRDefault="00DC509C" w:rsidP="000048D4">
      <w:pPr>
        <w:spacing w:line="360" w:lineRule="auto"/>
        <w:jc w:val="right"/>
        <w:rPr>
          <w:bCs/>
          <w:lang w:val="nb-NO"/>
        </w:rPr>
      </w:pPr>
      <w:r>
        <w:rPr>
          <w:bCs/>
          <w:lang w:val="et-EE"/>
        </w:rPr>
        <w:t>24</w:t>
      </w:r>
      <w:r w:rsidR="00F84A4F" w:rsidRPr="00484869">
        <w:rPr>
          <w:bCs/>
          <w:lang w:val="et-EE"/>
        </w:rPr>
        <w:t>.</w:t>
      </w:r>
      <w:r w:rsidR="008E0C1A" w:rsidRPr="00484869">
        <w:rPr>
          <w:bCs/>
          <w:lang w:val="et-EE"/>
        </w:rPr>
        <w:t>1</w:t>
      </w:r>
      <w:r w:rsidR="00D134E2" w:rsidRPr="00484869">
        <w:rPr>
          <w:bCs/>
          <w:lang w:val="et-EE"/>
        </w:rPr>
        <w:t>0</w:t>
      </w:r>
      <w:r w:rsidR="00F84A4F" w:rsidRPr="00484869">
        <w:rPr>
          <w:bCs/>
          <w:lang w:val="et-EE"/>
        </w:rPr>
        <w:t>.202</w:t>
      </w:r>
      <w:r w:rsidR="00D134E2" w:rsidRPr="00484869">
        <w:rPr>
          <w:bCs/>
          <w:lang w:val="et-EE"/>
        </w:rPr>
        <w:t>5</w:t>
      </w:r>
      <w:r w:rsidR="00F84A4F" w:rsidRPr="00484869">
        <w:rPr>
          <w:bCs/>
          <w:lang w:val="et-EE"/>
        </w:rPr>
        <w:t xml:space="preserve"> nr </w:t>
      </w:r>
      <w:r w:rsidR="00A8267B" w:rsidRPr="00484869">
        <w:rPr>
          <w:bCs/>
          <w:lang w:val="nb-NO"/>
        </w:rPr>
        <w:t>KL</w:t>
      </w:r>
      <w:r w:rsidR="00474C1C" w:rsidRPr="00484869">
        <w:rPr>
          <w:bCs/>
          <w:lang w:val="nb-NO"/>
        </w:rPr>
        <w:t xml:space="preserve"> 11</w:t>
      </w:r>
      <w:r w:rsidR="00934446" w:rsidRPr="00484869">
        <w:rPr>
          <w:bCs/>
          <w:lang w:val="nb-NO"/>
        </w:rPr>
        <w:t>5</w:t>
      </w:r>
      <w:r w:rsidR="00474C1C" w:rsidRPr="00484869">
        <w:rPr>
          <w:bCs/>
          <w:lang w:val="nb-NO"/>
        </w:rPr>
        <w:t>-25</w:t>
      </w:r>
    </w:p>
    <w:p w14:paraId="5840BFF2" w14:textId="77777777" w:rsidR="000048D4" w:rsidRPr="000048D4" w:rsidRDefault="000048D4" w:rsidP="000048D4">
      <w:pPr>
        <w:spacing w:line="360" w:lineRule="auto"/>
        <w:jc w:val="right"/>
        <w:rPr>
          <w:bCs/>
          <w:lang w:val="nb-NO"/>
        </w:rPr>
      </w:pPr>
    </w:p>
    <w:p w14:paraId="05D70CFC" w14:textId="64474F81" w:rsidR="00D1109A" w:rsidRPr="00484869" w:rsidRDefault="00057B10" w:rsidP="009063CD">
      <w:pPr>
        <w:spacing w:line="360" w:lineRule="auto"/>
        <w:jc w:val="both"/>
        <w:rPr>
          <w:b/>
          <w:lang w:val="et-EE"/>
        </w:rPr>
      </w:pPr>
      <w:r w:rsidRPr="00484869">
        <w:rPr>
          <w:b/>
          <w:lang w:val="et-EE"/>
        </w:rPr>
        <w:t>Märgukiri se</w:t>
      </w:r>
      <w:r w:rsidR="00B44FA6" w:rsidRPr="00484869">
        <w:rPr>
          <w:b/>
          <w:lang w:val="et-EE"/>
        </w:rPr>
        <w:t>oses</w:t>
      </w:r>
      <w:r w:rsidR="00CB28DF" w:rsidRPr="00484869">
        <w:rPr>
          <w:b/>
          <w:lang w:val="et-EE"/>
        </w:rPr>
        <w:t xml:space="preserve"> </w:t>
      </w:r>
      <w:r w:rsidR="00C53173">
        <w:rPr>
          <w:b/>
          <w:lang w:val="et-EE"/>
        </w:rPr>
        <w:t xml:space="preserve">seadusjärgsete </w:t>
      </w:r>
      <w:r w:rsidR="00001E9E">
        <w:rPr>
          <w:b/>
          <w:lang w:val="et-EE"/>
        </w:rPr>
        <w:t>monopolide hinnakujunduse</w:t>
      </w:r>
      <w:r w:rsidR="00CB28DF" w:rsidRPr="00484869">
        <w:rPr>
          <w:b/>
          <w:lang w:val="et-EE"/>
        </w:rPr>
        <w:t>ga</w:t>
      </w:r>
    </w:p>
    <w:p w14:paraId="69E8E7B7" w14:textId="77777777" w:rsidR="00E84ABF" w:rsidRDefault="00E84ABF" w:rsidP="0005299B">
      <w:pPr>
        <w:spacing w:after="120" w:line="360" w:lineRule="auto"/>
        <w:jc w:val="both"/>
        <w:rPr>
          <w:bCs/>
          <w:lang w:val="et-EE"/>
        </w:rPr>
      </w:pPr>
    </w:p>
    <w:p w14:paraId="4C1BC460" w14:textId="41FCEE27" w:rsidR="00A50431" w:rsidRDefault="00374605" w:rsidP="00426F5D">
      <w:pPr>
        <w:spacing w:after="120" w:line="360" w:lineRule="auto"/>
        <w:jc w:val="both"/>
        <w:rPr>
          <w:bCs/>
          <w:lang w:val="et-EE"/>
        </w:rPr>
      </w:pPr>
      <w:r w:rsidRPr="00484869">
        <w:rPr>
          <w:bCs/>
          <w:lang w:val="et-EE"/>
        </w:rPr>
        <w:t>Austatud</w:t>
      </w:r>
      <w:r w:rsidR="0037109F" w:rsidRPr="00484869">
        <w:rPr>
          <w:bCs/>
          <w:lang w:val="et-EE"/>
        </w:rPr>
        <w:t xml:space="preserve"> justiits- ja digiminister </w:t>
      </w:r>
      <w:proofErr w:type="spellStart"/>
      <w:r w:rsidR="00B90E66" w:rsidRPr="00484869">
        <w:rPr>
          <w:bCs/>
          <w:lang w:val="et-EE"/>
        </w:rPr>
        <w:t>Liisa-Ly</w:t>
      </w:r>
      <w:proofErr w:type="spellEnd"/>
      <w:r w:rsidR="00B90E66" w:rsidRPr="00484869">
        <w:rPr>
          <w:bCs/>
          <w:lang w:val="et-EE"/>
        </w:rPr>
        <w:t xml:space="preserve"> Pakosta</w:t>
      </w:r>
      <w:r w:rsidR="00F86FA9" w:rsidRPr="00484869">
        <w:rPr>
          <w:bCs/>
          <w:lang w:val="et-EE"/>
        </w:rPr>
        <w:t>.</w:t>
      </w:r>
      <w:r w:rsidR="00283812" w:rsidRPr="00484869">
        <w:rPr>
          <w:bCs/>
          <w:lang w:val="et-EE"/>
        </w:rPr>
        <w:t xml:space="preserve"> </w:t>
      </w:r>
      <w:r w:rsidR="00D55070" w:rsidRPr="00484869">
        <w:rPr>
          <w:bCs/>
          <w:lang w:val="et-EE"/>
        </w:rPr>
        <w:t>Eesti Om</w:t>
      </w:r>
      <w:r w:rsidR="0068464C" w:rsidRPr="00484869">
        <w:rPr>
          <w:bCs/>
          <w:lang w:val="et-EE"/>
        </w:rPr>
        <w:t>an</w:t>
      </w:r>
      <w:r w:rsidR="00D55070" w:rsidRPr="00484869">
        <w:rPr>
          <w:bCs/>
          <w:lang w:val="et-EE"/>
        </w:rPr>
        <w:t>ike Kesklii</w:t>
      </w:r>
      <w:r w:rsidR="00D87126" w:rsidRPr="00484869">
        <w:rPr>
          <w:bCs/>
          <w:lang w:val="et-EE"/>
        </w:rPr>
        <w:t>t</w:t>
      </w:r>
      <w:r w:rsidR="0068464C" w:rsidRPr="00484869">
        <w:rPr>
          <w:bCs/>
          <w:lang w:val="et-EE"/>
        </w:rPr>
        <w:t xml:space="preserve"> (EOKL)</w:t>
      </w:r>
      <w:r w:rsidR="00D87126" w:rsidRPr="00484869">
        <w:rPr>
          <w:bCs/>
          <w:lang w:val="et-EE"/>
        </w:rPr>
        <w:t xml:space="preserve"> </w:t>
      </w:r>
      <w:r w:rsidR="009374CB" w:rsidRPr="00484869">
        <w:rPr>
          <w:bCs/>
          <w:lang w:val="et-EE"/>
        </w:rPr>
        <w:t xml:space="preserve">pöördub Teie poole seoses </w:t>
      </w:r>
      <w:r w:rsidR="000C779F" w:rsidRPr="00484869">
        <w:rPr>
          <w:bCs/>
          <w:lang w:val="et-EE"/>
        </w:rPr>
        <w:t>avaliku teabe seaduse</w:t>
      </w:r>
      <w:r w:rsidR="001E38A3">
        <w:rPr>
          <w:bCs/>
          <w:lang w:val="et-EE"/>
        </w:rPr>
        <w:t xml:space="preserve"> (</w:t>
      </w:r>
      <w:proofErr w:type="spellStart"/>
      <w:r w:rsidR="001E38A3">
        <w:rPr>
          <w:bCs/>
          <w:lang w:val="et-EE"/>
        </w:rPr>
        <w:t>AvTS</w:t>
      </w:r>
      <w:proofErr w:type="spellEnd"/>
      <w:r w:rsidR="001E38A3">
        <w:rPr>
          <w:bCs/>
          <w:lang w:val="et-EE"/>
        </w:rPr>
        <w:t>)</w:t>
      </w:r>
      <w:r w:rsidR="000C779F" w:rsidRPr="00484869">
        <w:rPr>
          <w:bCs/>
          <w:lang w:val="et-EE"/>
        </w:rPr>
        <w:t xml:space="preserve"> § 28 lg 1 p-</w:t>
      </w:r>
      <w:r w:rsidR="00A27F6A">
        <w:rPr>
          <w:bCs/>
          <w:lang w:val="et-EE"/>
        </w:rPr>
        <w:t>ga</w:t>
      </w:r>
      <w:r w:rsidR="000C779F" w:rsidRPr="00484869">
        <w:rPr>
          <w:bCs/>
          <w:lang w:val="et-EE"/>
        </w:rPr>
        <w:t xml:space="preserve"> 26</w:t>
      </w:r>
      <w:r w:rsidR="00A27F6A">
        <w:rPr>
          <w:bCs/>
          <w:lang w:val="et-EE"/>
        </w:rPr>
        <w:t>, mis</w:t>
      </w:r>
      <w:r w:rsidR="000C779F" w:rsidRPr="00484869">
        <w:rPr>
          <w:bCs/>
          <w:lang w:val="et-EE"/>
        </w:rPr>
        <w:t xml:space="preserve"> kohust</w:t>
      </w:r>
      <w:r w:rsidR="00A27F6A">
        <w:rPr>
          <w:bCs/>
          <w:lang w:val="et-EE"/>
        </w:rPr>
        <w:t>ab</w:t>
      </w:r>
      <w:r w:rsidR="000C779F" w:rsidRPr="00484869">
        <w:rPr>
          <w:bCs/>
          <w:lang w:val="et-EE"/>
        </w:rPr>
        <w:t xml:space="preserve"> avalikusta</w:t>
      </w:r>
      <w:r w:rsidR="00A27F6A">
        <w:rPr>
          <w:bCs/>
          <w:lang w:val="et-EE"/>
        </w:rPr>
        <w:t>ma</w:t>
      </w:r>
      <w:r w:rsidR="000C779F" w:rsidRPr="00484869">
        <w:rPr>
          <w:bCs/>
          <w:lang w:val="et-EE"/>
        </w:rPr>
        <w:t xml:space="preserve"> kaubaturul valitsevas seisundis olevate, eri- või ainuõigust või loomulikku monopoli omavate äriühingute hinnakujunduse andmed.</w:t>
      </w:r>
      <w:r w:rsidR="00484869" w:rsidRPr="00484869">
        <w:rPr>
          <w:bCs/>
          <w:lang w:val="et-EE"/>
        </w:rPr>
        <w:t xml:space="preserve"> </w:t>
      </w:r>
      <w:r w:rsidR="00C621A4">
        <w:rPr>
          <w:bCs/>
          <w:lang w:val="et-EE"/>
        </w:rPr>
        <w:t>Viidatud</w:t>
      </w:r>
      <w:r w:rsidR="00484869" w:rsidRPr="00484869">
        <w:rPr>
          <w:bCs/>
          <w:lang w:val="et-EE"/>
        </w:rPr>
        <w:t xml:space="preserve"> säte </w:t>
      </w:r>
      <w:r w:rsidR="00AE169B">
        <w:rPr>
          <w:bCs/>
          <w:lang w:val="et-EE"/>
        </w:rPr>
        <w:t>puudutab ka</w:t>
      </w:r>
      <w:r w:rsidR="00484869" w:rsidRPr="00484869">
        <w:rPr>
          <w:bCs/>
          <w:lang w:val="et-EE"/>
        </w:rPr>
        <w:t xml:space="preserve"> </w:t>
      </w:r>
      <w:r w:rsidR="00AB62F2">
        <w:rPr>
          <w:bCs/>
          <w:lang w:val="et-EE"/>
        </w:rPr>
        <w:t>k</w:t>
      </w:r>
      <w:r w:rsidR="00883CF0">
        <w:rPr>
          <w:bCs/>
          <w:lang w:val="et-EE"/>
        </w:rPr>
        <w:t>augkütte-</w:t>
      </w:r>
      <w:r w:rsidR="00AB62F2">
        <w:rPr>
          <w:bCs/>
          <w:lang w:val="et-EE"/>
        </w:rPr>
        <w:t>, vee-</w:t>
      </w:r>
      <w:r w:rsidR="00E27DFC">
        <w:rPr>
          <w:bCs/>
          <w:lang w:val="et-EE"/>
        </w:rPr>
        <w:t>, gaasi-</w:t>
      </w:r>
      <w:r w:rsidR="00AB62F2">
        <w:rPr>
          <w:bCs/>
          <w:lang w:val="et-EE"/>
        </w:rPr>
        <w:t xml:space="preserve"> ja elektri</w:t>
      </w:r>
      <w:r w:rsidR="009F04CD">
        <w:rPr>
          <w:bCs/>
          <w:lang w:val="et-EE"/>
        </w:rPr>
        <w:t>energia</w:t>
      </w:r>
      <w:r w:rsidR="00D33EB5">
        <w:rPr>
          <w:bCs/>
          <w:lang w:val="et-EE"/>
        </w:rPr>
        <w:t xml:space="preserve"> </w:t>
      </w:r>
      <w:r w:rsidR="00EC520E">
        <w:rPr>
          <w:bCs/>
          <w:lang w:val="et-EE"/>
        </w:rPr>
        <w:t>jaotusteenust</w:t>
      </w:r>
      <w:r w:rsidR="00914EF8">
        <w:rPr>
          <w:bCs/>
          <w:lang w:val="et-EE"/>
        </w:rPr>
        <w:t xml:space="preserve"> </w:t>
      </w:r>
      <w:r w:rsidR="00AC31DD">
        <w:rPr>
          <w:bCs/>
          <w:lang w:val="et-EE"/>
        </w:rPr>
        <w:t>osutava</w:t>
      </w:r>
      <w:r w:rsidR="00001E9E">
        <w:rPr>
          <w:bCs/>
          <w:lang w:val="et-EE"/>
        </w:rPr>
        <w:t>id</w:t>
      </w:r>
      <w:r w:rsidR="00E27DFC">
        <w:rPr>
          <w:bCs/>
          <w:lang w:val="et-EE"/>
        </w:rPr>
        <w:t xml:space="preserve"> ettevõt</w:t>
      </w:r>
      <w:r w:rsidR="00001E9E">
        <w:rPr>
          <w:bCs/>
          <w:lang w:val="et-EE"/>
        </w:rPr>
        <w:t>teid</w:t>
      </w:r>
      <w:r w:rsidR="00AC31DD">
        <w:rPr>
          <w:bCs/>
          <w:lang w:val="et-EE"/>
        </w:rPr>
        <w:t xml:space="preserve">, </w:t>
      </w:r>
      <w:r w:rsidR="003E7B24">
        <w:rPr>
          <w:bCs/>
          <w:lang w:val="et-EE"/>
        </w:rPr>
        <w:t xml:space="preserve">mille </w:t>
      </w:r>
      <w:r w:rsidR="00001E9E">
        <w:rPr>
          <w:bCs/>
          <w:lang w:val="et-EE"/>
        </w:rPr>
        <w:t>monopol</w:t>
      </w:r>
      <w:r w:rsidR="003E7B24">
        <w:rPr>
          <w:bCs/>
          <w:lang w:val="et-EE"/>
        </w:rPr>
        <w:t xml:space="preserve"> </w:t>
      </w:r>
      <w:r w:rsidR="00001E9E">
        <w:rPr>
          <w:bCs/>
          <w:lang w:val="et-EE"/>
        </w:rPr>
        <w:t>baseerub</w:t>
      </w:r>
      <w:r w:rsidR="003E7B24">
        <w:rPr>
          <w:bCs/>
          <w:lang w:val="et-EE"/>
        </w:rPr>
        <w:t xml:space="preserve"> </w:t>
      </w:r>
      <w:r w:rsidR="00001E9E" w:rsidRPr="00001E9E">
        <w:rPr>
          <w:bCs/>
          <w:lang w:val="et-EE"/>
        </w:rPr>
        <w:t>ÜVVKS-</w:t>
      </w:r>
      <w:proofErr w:type="spellStart"/>
      <w:r w:rsidR="00001E9E" w:rsidRPr="00001E9E">
        <w:rPr>
          <w:bCs/>
          <w:lang w:val="et-EE"/>
        </w:rPr>
        <w:t>s</w:t>
      </w:r>
      <w:r w:rsidR="00001E9E">
        <w:rPr>
          <w:bCs/>
          <w:lang w:val="et-EE"/>
        </w:rPr>
        <w:t>il</w:t>
      </w:r>
      <w:proofErr w:type="spellEnd"/>
      <w:r w:rsidR="00001E9E" w:rsidRPr="00001E9E">
        <w:rPr>
          <w:bCs/>
          <w:lang w:val="et-EE"/>
        </w:rPr>
        <w:t xml:space="preserve">, </w:t>
      </w:r>
      <w:proofErr w:type="spellStart"/>
      <w:r w:rsidR="00001E9E" w:rsidRPr="00001E9E">
        <w:rPr>
          <w:bCs/>
          <w:lang w:val="et-EE"/>
        </w:rPr>
        <w:t>KKütS-</w:t>
      </w:r>
      <w:r w:rsidR="00001E9E">
        <w:rPr>
          <w:bCs/>
          <w:lang w:val="et-EE"/>
        </w:rPr>
        <w:t>sil</w:t>
      </w:r>
      <w:proofErr w:type="spellEnd"/>
      <w:r w:rsidR="00001E9E" w:rsidRPr="00001E9E">
        <w:rPr>
          <w:bCs/>
          <w:lang w:val="et-EE"/>
        </w:rPr>
        <w:t>, MGS</w:t>
      </w:r>
      <w:r w:rsidR="00001E9E">
        <w:rPr>
          <w:bCs/>
          <w:lang w:val="et-EE"/>
        </w:rPr>
        <w:t>-</w:t>
      </w:r>
      <w:proofErr w:type="spellStart"/>
      <w:r w:rsidR="00001E9E">
        <w:rPr>
          <w:bCs/>
          <w:lang w:val="et-EE"/>
        </w:rPr>
        <w:t>sil</w:t>
      </w:r>
      <w:proofErr w:type="spellEnd"/>
      <w:r w:rsidR="00001E9E" w:rsidRPr="00001E9E">
        <w:rPr>
          <w:bCs/>
          <w:lang w:val="et-EE"/>
        </w:rPr>
        <w:t xml:space="preserve"> ja ELTS</w:t>
      </w:r>
      <w:r w:rsidR="00001E9E">
        <w:rPr>
          <w:bCs/>
          <w:lang w:val="et-EE"/>
        </w:rPr>
        <w:t>-</w:t>
      </w:r>
      <w:proofErr w:type="spellStart"/>
      <w:r w:rsidR="00001E9E">
        <w:rPr>
          <w:bCs/>
          <w:lang w:val="et-EE"/>
        </w:rPr>
        <w:t>il</w:t>
      </w:r>
      <w:proofErr w:type="spellEnd"/>
      <w:r w:rsidR="000A2651">
        <w:rPr>
          <w:bCs/>
          <w:lang w:val="et-EE"/>
        </w:rPr>
        <w:t xml:space="preserve"> (</w:t>
      </w:r>
      <w:r w:rsidR="00001E9E">
        <w:rPr>
          <w:bCs/>
          <w:lang w:val="et-EE"/>
        </w:rPr>
        <w:t xml:space="preserve">edaspidi koos: </w:t>
      </w:r>
      <w:r w:rsidR="000A2651">
        <w:rPr>
          <w:bCs/>
          <w:lang w:val="et-EE"/>
        </w:rPr>
        <w:t>seadusjärgsed monopolid)</w:t>
      </w:r>
      <w:r w:rsidR="00001E9E">
        <w:rPr>
          <w:bCs/>
          <w:lang w:val="et-EE"/>
        </w:rPr>
        <w:t>, millest valdav osa</w:t>
      </w:r>
      <w:r w:rsidR="000A2651">
        <w:rPr>
          <w:bCs/>
          <w:lang w:val="et-EE"/>
        </w:rPr>
        <w:t xml:space="preserve"> </w:t>
      </w:r>
      <w:r w:rsidR="00C53173">
        <w:rPr>
          <w:bCs/>
          <w:lang w:val="et-EE"/>
        </w:rPr>
        <w:t>ei täida</w:t>
      </w:r>
      <w:r w:rsidR="00001E9E">
        <w:rPr>
          <w:bCs/>
          <w:lang w:val="et-EE"/>
        </w:rPr>
        <w:t xml:space="preserve"> </w:t>
      </w:r>
      <w:proofErr w:type="spellStart"/>
      <w:r w:rsidR="00001E9E" w:rsidRPr="00001E9E">
        <w:rPr>
          <w:bCs/>
          <w:lang w:val="et-EE"/>
        </w:rPr>
        <w:t>AvTS</w:t>
      </w:r>
      <w:proofErr w:type="spellEnd"/>
      <w:r w:rsidR="00001E9E" w:rsidRPr="00001E9E">
        <w:rPr>
          <w:bCs/>
          <w:lang w:val="et-EE"/>
        </w:rPr>
        <w:t xml:space="preserve"> § 28 lg 1 p-</w:t>
      </w:r>
      <w:r w:rsidR="00001E9E">
        <w:rPr>
          <w:bCs/>
          <w:lang w:val="et-EE"/>
        </w:rPr>
        <w:t>s</w:t>
      </w:r>
      <w:r w:rsidR="00001E9E" w:rsidRPr="00001E9E">
        <w:rPr>
          <w:bCs/>
          <w:lang w:val="et-EE"/>
        </w:rPr>
        <w:t xml:space="preserve"> 26</w:t>
      </w:r>
      <w:r w:rsidR="00001E9E">
        <w:rPr>
          <w:bCs/>
          <w:lang w:val="et-EE"/>
        </w:rPr>
        <w:t xml:space="preserve"> sätestatud </w:t>
      </w:r>
      <w:r w:rsidR="00C53173">
        <w:rPr>
          <w:bCs/>
          <w:lang w:val="et-EE"/>
        </w:rPr>
        <w:t>hinnakujunduse avalikustamise</w:t>
      </w:r>
      <w:r w:rsidR="00023787">
        <w:rPr>
          <w:bCs/>
          <w:lang w:val="et-EE"/>
        </w:rPr>
        <w:t xml:space="preserve"> kohustust</w:t>
      </w:r>
      <w:r w:rsidR="00B53427">
        <w:rPr>
          <w:bCs/>
          <w:lang w:val="et-EE"/>
        </w:rPr>
        <w:t>.</w:t>
      </w:r>
      <w:r w:rsidR="00001E9E">
        <w:rPr>
          <w:bCs/>
          <w:lang w:val="et-EE"/>
        </w:rPr>
        <w:t xml:space="preserve"> Samuti</w:t>
      </w:r>
      <w:r w:rsidR="00B53427">
        <w:rPr>
          <w:bCs/>
          <w:lang w:val="et-EE"/>
        </w:rPr>
        <w:t xml:space="preserve"> </w:t>
      </w:r>
      <w:r w:rsidR="00001E9E">
        <w:rPr>
          <w:bCs/>
          <w:lang w:val="et-EE"/>
        </w:rPr>
        <w:t>ei avalda</w:t>
      </w:r>
      <w:r w:rsidR="00C53173">
        <w:rPr>
          <w:bCs/>
          <w:lang w:val="et-EE"/>
        </w:rPr>
        <w:t xml:space="preserve"> vastavaid</w:t>
      </w:r>
      <w:r w:rsidR="00001E9E">
        <w:rPr>
          <w:bCs/>
          <w:lang w:val="et-EE"/>
        </w:rPr>
        <w:t xml:space="preserve"> andmeid Konkurentsiamet, viidates vajadusele kaitsta</w:t>
      </w:r>
      <w:r w:rsidR="00B53427">
        <w:rPr>
          <w:bCs/>
          <w:lang w:val="et-EE"/>
        </w:rPr>
        <w:t xml:space="preserve"> ärisaladus</w:t>
      </w:r>
      <w:r w:rsidR="00001E9E">
        <w:rPr>
          <w:bCs/>
          <w:lang w:val="et-EE"/>
        </w:rPr>
        <w:t>t.</w:t>
      </w:r>
    </w:p>
    <w:p w14:paraId="640EFE74" w14:textId="4600DB52" w:rsidR="00484869" w:rsidRPr="00484869" w:rsidRDefault="00B53427" w:rsidP="00426F5D">
      <w:pPr>
        <w:spacing w:after="120" w:line="360" w:lineRule="auto"/>
        <w:jc w:val="both"/>
        <w:rPr>
          <w:bCs/>
          <w:lang w:val="et-EE"/>
        </w:rPr>
      </w:pPr>
      <w:r w:rsidRPr="00DC509C">
        <w:rPr>
          <w:b/>
          <w:lang w:val="et-EE"/>
        </w:rPr>
        <w:t>EOKL</w:t>
      </w:r>
      <w:r w:rsidR="00A50431" w:rsidRPr="00DC509C">
        <w:rPr>
          <w:b/>
          <w:lang w:val="et-EE"/>
        </w:rPr>
        <w:t xml:space="preserve"> hinnangul </w:t>
      </w:r>
      <w:r w:rsidR="00DC509C" w:rsidRPr="00DC509C">
        <w:rPr>
          <w:b/>
          <w:lang w:val="et-EE"/>
        </w:rPr>
        <w:t>ei tohi</w:t>
      </w:r>
      <w:r w:rsidR="00A50431" w:rsidRPr="00DC509C">
        <w:rPr>
          <w:b/>
          <w:lang w:val="et-EE"/>
        </w:rPr>
        <w:t xml:space="preserve"> tarbijate ees hinnakujunduse and</w:t>
      </w:r>
      <w:r w:rsidR="00DC509C" w:rsidRPr="00DC509C">
        <w:rPr>
          <w:b/>
          <w:lang w:val="et-EE"/>
        </w:rPr>
        <w:t xml:space="preserve">meid </w:t>
      </w:r>
      <w:r w:rsidR="00DC509C" w:rsidRPr="00DC509C">
        <w:rPr>
          <w:b/>
          <w:lang w:val="et-EE"/>
        </w:rPr>
        <w:t xml:space="preserve">ärisaladusele viidates </w:t>
      </w:r>
      <w:r w:rsidR="00DC509C" w:rsidRPr="00DC509C">
        <w:rPr>
          <w:b/>
          <w:lang w:val="et-EE"/>
        </w:rPr>
        <w:t xml:space="preserve">varjata. </w:t>
      </w:r>
      <w:r w:rsidR="00DC509C">
        <w:rPr>
          <w:bCs/>
          <w:lang w:val="et-EE"/>
        </w:rPr>
        <w:t>Ä</w:t>
      </w:r>
      <w:r w:rsidR="00484869" w:rsidRPr="00484869">
        <w:rPr>
          <w:bCs/>
          <w:lang w:val="et-EE"/>
        </w:rPr>
        <w:t xml:space="preserve">risaladuse mõiste on defineeritud ebaausa konkurentsi takistamise ja ärisaladuse kaitse seaduse (EKTÄKS) § 5 </w:t>
      </w:r>
      <w:proofErr w:type="spellStart"/>
      <w:r w:rsidR="00484869" w:rsidRPr="00484869">
        <w:rPr>
          <w:bCs/>
          <w:lang w:val="et-EE"/>
        </w:rPr>
        <w:t>lg</w:t>
      </w:r>
      <w:r>
        <w:rPr>
          <w:bCs/>
          <w:lang w:val="et-EE"/>
        </w:rPr>
        <w:t>-s</w:t>
      </w:r>
      <w:proofErr w:type="spellEnd"/>
      <w:r w:rsidR="00484869" w:rsidRPr="00484869">
        <w:rPr>
          <w:bCs/>
          <w:lang w:val="et-EE"/>
        </w:rPr>
        <w:t xml:space="preserve"> 2</w:t>
      </w:r>
      <w:r w:rsidR="00A50431">
        <w:rPr>
          <w:bCs/>
          <w:lang w:val="et-EE"/>
        </w:rPr>
        <w:t>, ning selle</w:t>
      </w:r>
      <w:r w:rsidR="00484869" w:rsidRPr="00484869">
        <w:rPr>
          <w:bCs/>
          <w:lang w:val="et-EE"/>
        </w:rPr>
        <w:t xml:space="preserve"> kohaselt</w:t>
      </w:r>
      <w:r>
        <w:rPr>
          <w:bCs/>
          <w:lang w:val="et-EE"/>
        </w:rPr>
        <w:t xml:space="preserve"> on</w:t>
      </w:r>
      <w:r w:rsidR="00484869" w:rsidRPr="00484869">
        <w:rPr>
          <w:bCs/>
          <w:lang w:val="et-EE"/>
        </w:rPr>
        <w:t xml:space="preserve"> ärisaladus teave, mis vastab järgmistele tingimustele:</w:t>
      </w:r>
    </w:p>
    <w:p w14:paraId="37FCEF04" w14:textId="28670CD1" w:rsidR="00484869" w:rsidRPr="00484869" w:rsidRDefault="00484869" w:rsidP="0048486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869">
        <w:rPr>
          <w:rFonts w:ascii="Times New Roman" w:hAnsi="Times New Roman" w:cs="Times New Roman"/>
          <w:bCs/>
          <w:sz w:val="24"/>
          <w:szCs w:val="24"/>
        </w:rPr>
        <w:t>see ei ole kogumis või üksikosade täpses paigutuses ja kokku</w:t>
      </w:r>
      <w:r w:rsidR="00B534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869">
        <w:rPr>
          <w:rFonts w:ascii="Times New Roman" w:hAnsi="Times New Roman" w:cs="Times New Roman"/>
          <w:bCs/>
          <w:sz w:val="24"/>
          <w:szCs w:val="24"/>
        </w:rPr>
        <w:t>panus üldteada või kergesti kättesaadav nende ringkondade isikutele, kes tavaliselt kõnealust laadi teabega tegelevad;</w:t>
      </w:r>
    </w:p>
    <w:p w14:paraId="16BEED38" w14:textId="0FAFDA48" w:rsidR="00484869" w:rsidRPr="00484869" w:rsidRDefault="00484869" w:rsidP="0048486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869">
        <w:rPr>
          <w:rFonts w:ascii="Times New Roman" w:hAnsi="Times New Roman" w:cs="Times New Roman"/>
          <w:bCs/>
          <w:sz w:val="24"/>
          <w:szCs w:val="24"/>
        </w:rPr>
        <w:t>sellel on kaubanduslik väärtus oma salajasuse tõttu ja</w:t>
      </w:r>
    </w:p>
    <w:p w14:paraId="359F28F4" w14:textId="77777777" w:rsidR="00484869" w:rsidRPr="00484869" w:rsidRDefault="00484869" w:rsidP="0048486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869">
        <w:rPr>
          <w:rFonts w:ascii="Times New Roman" w:hAnsi="Times New Roman" w:cs="Times New Roman"/>
          <w:bCs/>
          <w:sz w:val="24"/>
          <w:szCs w:val="24"/>
        </w:rPr>
        <w:t>selle üle seaduslikku kontrolli omav isik on asjaoludest lähtuvalt võtnud vajalikke meetmeid, et hoida seda salajas.</w:t>
      </w:r>
    </w:p>
    <w:p w14:paraId="5643E778" w14:textId="481EE43A" w:rsidR="00B907CB" w:rsidRDefault="00282F49" w:rsidP="001C36E4">
      <w:pPr>
        <w:spacing w:after="120" w:line="360" w:lineRule="auto"/>
        <w:jc w:val="both"/>
        <w:rPr>
          <w:bCs/>
          <w:lang w:val="et-EE"/>
        </w:rPr>
      </w:pPr>
      <w:r>
        <w:rPr>
          <w:bCs/>
          <w:lang w:val="et-EE"/>
        </w:rPr>
        <w:t xml:space="preserve">Lisaks on </w:t>
      </w:r>
      <w:r w:rsidR="00484869" w:rsidRPr="00484869">
        <w:rPr>
          <w:bCs/>
          <w:lang w:val="et-EE"/>
        </w:rPr>
        <w:t>EKTÄKS eelnõu seletuskirjas toonitatud, et teavet saab olenemata selle sisust või olemusest pidada ärisaladuseks üksnes juhul, kui see vastab kõigile kolmele seaduse § 5 lõikes 2 toodud tingimustele, sh sellel on kaubanduslik väärtus oma salajasuse tõttu.</w:t>
      </w:r>
      <w:r w:rsidR="00396506">
        <w:rPr>
          <w:bCs/>
          <w:lang w:val="et-EE"/>
        </w:rPr>
        <w:t xml:space="preserve"> </w:t>
      </w:r>
      <w:r w:rsidR="00484869" w:rsidRPr="00484869">
        <w:rPr>
          <w:bCs/>
          <w:lang w:val="et-EE"/>
        </w:rPr>
        <w:t xml:space="preserve">Kohtupraktikas </w:t>
      </w:r>
      <w:r w:rsidR="00484869" w:rsidRPr="00484869">
        <w:rPr>
          <w:bCs/>
          <w:lang w:val="et-EE"/>
        </w:rPr>
        <w:lastRenderedPageBreak/>
        <w:t>on Riigikohus leidnud</w:t>
      </w:r>
      <w:r w:rsidR="00484869" w:rsidRPr="00484869">
        <w:rPr>
          <w:rStyle w:val="FootnoteReference"/>
          <w:bCs/>
          <w:lang w:val="et-EE"/>
        </w:rPr>
        <w:footnoteReference w:id="1"/>
      </w:r>
      <w:r w:rsidR="00484869" w:rsidRPr="00484869">
        <w:rPr>
          <w:bCs/>
          <w:lang w:val="et-EE"/>
        </w:rPr>
        <w:t>, et teabe salajasus ja selle kaubanduslik väärtus on tihedalt seotud ja teabe ärisaladusena käsitamiseks peab esinema objektiivne äriline põhjus selle salajasena hoidmiseks.</w:t>
      </w:r>
      <w:r w:rsidR="00DC509C">
        <w:rPr>
          <w:bCs/>
          <w:lang w:val="et-EE"/>
        </w:rPr>
        <w:t xml:space="preserve"> </w:t>
      </w:r>
      <w:r w:rsidR="00A50431">
        <w:rPr>
          <w:bCs/>
          <w:lang w:val="et-EE"/>
        </w:rPr>
        <w:t>Arvestades, et</w:t>
      </w:r>
      <w:r w:rsidR="00A534E7">
        <w:rPr>
          <w:bCs/>
          <w:lang w:val="et-EE"/>
        </w:rPr>
        <w:t xml:space="preserve"> </w:t>
      </w:r>
      <w:r w:rsidR="00DD0908">
        <w:rPr>
          <w:bCs/>
          <w:lang w:val="et-EE"/>
        </w:rPr>
        <w:t>s</w:t>
      </w:r>
      <w:r w:rsidR="00A534E7">
        <w:rPr>
          <w:bCs/>
          <w:lang w:val="et-EE"/>
        </w:rPr>
        <w:t>eadusjärgse</w:t>
      </w:r>
      <w:r w:rsidR="00A32535">
        <w:rPr>
          <w:bCs/>
          <w:lang w:val="et-EE"/>
        </w:rPr>
        <w:t xml:space="preserve"> monopoli</w:t>
      </w:r>
      <w:r w:rsidR="00742534">
        <w:rPr>
          <w:bCs/>
          <w:lang w:val="et-EE"/>
        </w:rPr>
        <w:t xml:space="preserve"> kaubanduslik väärtus</w:t>
      </w:r>
      <w:r w:rsidR="00DD0908">
        <w:rPr>
          <w:bCs/>
          <w:lang w:val="et-EE"/>
        </w:rPr>
        <w:t xml:space="preserve"> ja</w:t>
      </w:r>
      <w:r w:rsidR="00FA3056">
        <w:rPr>
          <w:bCs/>
          <w:lang w:val="et-EE"/>
        </w:rPr>
        <w:t xml:space="preserve"> valitsev mõju </w:t>
      </w:r>
      <w:r w:rsidR="00DC509C">
        <w:rPr>
          <w:bCs/>
          <w:lang w:val="et-EE"/>
        </w:rPr>
        <w:t>tuleneb tema</w:t>
      </w:r>
      <w:r w:rsidR="00A50431">
        <w:rPr>
          <w:bCs/>
          <w:lang w:val="et-EE"/>
        </w:rPr>
        <w:t xml:space="preserve"> tegevust reguleerivast</w:t>
      </w:r>
      <w:r w:rsidR="00261F55">
        <w:rPr>
          <w:bCs/>
          <w:lang w:val="et-EE"/>
        </w:rPr>
        <w:t xml:space="preserve"> </w:t>
      </w:r>
      <w:r w:rsidR="00DD0908">
        <w:rPr>
          <w:bCs/>
          <w:lang w:val="et-EE"/>
        </w:rPr>
        <w:t>eri</w:t>
      </w:r>
      <w:r w:rsidR="00261F55">
        <w:rPr>
          <w:bCs/>
          <w:lang w:val="et-EE"/>
        </w:rPr>
        <w:t>seadus</w:t>
      </w:r>
      <w:r w:rsidR="00A50431">
        <w:rPr>
          <w:bCs/>
          <w:lang w:val="et-EE"/>
        </w:rPr>
        <w:t>est</w:t>
      </w:r>
      <w:r w:rsidR="00944ADD">
        <w:rPr>
          <w:bCs/>
          <w:lang w:val="et-EE"/>
        </w:rPr>
        <w:t xml:space="preserve">, </w:t>
      </w:r>
      <w:r w:rsidR="009A7D8C">
        <w:rPr>
          <w:bCs/>
          <w:lang w:val="et-EE"/>
        </w:rPr>
        <w:t>siis</w:t>
      </w:r>
      <w:r w:rsidR="00944ADD">
        <w:rPr>
          <w:bCs/>
          <w:lang w:val="et-EE"/>
        </w:rPr>
        <w:t xml:space="preserve"> </w:t>
      </w:r>
      <w:r w:rsidR="009A7D8C">
        <w:rPr>
          <w:bCs/>
          <w:lang w:val="et-EE"/>
        </w:rPr>
        <w:t>on raske ette kujutada</w:t>
      </w:r>
      <w:r w:rsidR="002401B4">
        <w:rPr>
          <w:bCs/>
          <w:lang w:val="et-EE"/>
        </w:rPr>
        <w:t>, mi</w:t>
      </w:r>
      <w:r w:rsidR="00DC509C">
        <w:rPr>
          <w:bCs/>
          <w:lang w:val="et-EE"/>
        </w:rPr>
        <w:t>s</w:t>
      </w:r>
      <w:r w:rsidR="00873C70">
        <w:rPr>
          <w:bCs/>
          <w:lang w:val="et-EE"/>
        </w:rPr>
        <w:t xml:space="preserve"> kujuta</w:t>
      </w:r>
      <w:r w:rsidR="00A50431">
        <w:rPr>
          <w:bCs/>
          <w:lang w:val="et-EE"/>
        </w:rPr>
        <w:t>ks</w:t>
      </w:r>
      <w:r w:rsidR="00873C70">
        <w:rPr>
          <w:bCs/>
          <w:lang w:val="et-EE"/>
        </w:rPr>
        <w:t xml:space="preserve"> seadusjärgsele monopolile sellist ohtu, et </w:t>
      </w:r>
      <w:r w:rsidR="0065199A">
        <w:rPr>
          <w:bCs/>
          <w:lang w:val="et-EE"/>
        </w:rPr>
        <w:t>õigusta</w:t>
      </w:r>
      <w:r w:rsidR="00A50431">
        <w:rPr>
          <w:bCs/>
          <w:lang w:val="et-EE"/>
        </w:rPr>
        <w:t>ks</w:t>
      </w:r>
      <w:r w:rsidR="0065199A">
        <w:rPr>
          <w:bCs/>
          <w:lang w:val="et-EE"/>
        </w:rPr>
        <w:t xml:space="preserve"> hinnakujunduse andmete </w:t>
      </w:r>
      <w:r w:rsidR="00DC509C">
        <w:rPr>
          <w:bCs/>
          <w:lang w:val="et-EE"/>
        </w:rPr>
        <w:t>varjamist tarbijate ees</w:t>
      </w:r>
      <w:r w:rsidR="0065199A">
        <w:rPr>
          <w:bCs/>
          <w:lang w:val="et-EE"/>
        </w:rPr>
        <w:t>.</w:t>
      </w:r>
      <w:r w:rsidR="00A50431">
        <w:rPr>
          <w:bCs/>
          <w:lang w:val="et-EE"/>
        </w:rPr>
        <w:t xml:space="preserve"> </w:t>
      </w:r>
      <w:r w:rsidR="00A50431" w:rsidRPr="00A50431">
        <w:rPr>
          <w:b/>
          <w:lang w:val="et-EE"/>
        </w:rPr>
        <w:t xml:space="preserve">Küll aga seisneb andmete salastamises selge oht tarbijate õigustele, kuna seeläbi on võimalik varjata kulusid, mis ei ole seotud </w:t>
      </w:r>
      <w:r w:rsidR="00C05523" w:rsidRPr="00A50431">
        <w:rPr>
          <w:b/>
          <w:lang w:val="et-EE"/>
        </w:rPr>
        <w:t>seadusjärgsete monopolide</w:t>
      </w:r>
      <w:r w:rsidR="00A50431" w:rsidRPr="00A50431">
        <w:rPr>
          <w:b/>
          <w:lang w:val="et-EE"/>
        </w:rPr>
        <w:t xml:space="preserve"> kohustusega, tagada tarbijatele taskukohane ja kvaliteetne teenus.</w:t>
      </w:r>
      <w:r w:rsidR="00E138A5">
        <w:rPr>
          <w:bCs/>
          <w:lang w:val="et-EE"/>
        </w:rPr>
        <w:t xml:space="preserve"> </w:t>
      </w:r>
      <w:r w:rsidR="00C05523">
        <w:rPr>
          <w:bCs/>
          <w:lang w:val="et-EE"/>
        </w:rPr>
        <w:t>Probleem on seda tõsisem, et ka</w:t>
      </w:r>
      <w:r w:rsidR="006B53F3">
        <w:rPr>
          <w:bCs/>
          <w:lang w:val="et-EE"/>
        </w:rPr>
        <w:t xml:space="preserve"> Konkurentsiamet</w:t>
      </w:r>
      <w:r w:rsidR="00DC509C">
        <w:rPr>
          <w:bCs/>
          <w:lang w:val="et-EE"/>
        </w:rPr>
        <w:t>i</w:t>
      </w:r>
      <w:r w:rsidR="001C36E4">
        <w:rPr>
          <w:bCs/>
          <w:lang w:val="et-EE"/>
        </w:rPr>
        <w:t xml:space="preserve"> hinna kooskõlastamise metoodika</w:t>
      </w:r>
      <w:r w:rsidR="00DC509C">
        <w:rPr>
          <w:bCs/>
          <w:lang w:val="et-EE"/>
        </w:rPr>
        <w:t xml:space="preserve"> pole reeglina avalik</w:t>
      </w:r>
      <w:r w:rsidR="00C05523">
        <w:rPr>
          <w:bCs/>
          <w:lang w:val="et-EE"/>
        </w:rPr>
        <w:t>,</w:t>
      </w:r>
      <w:r w:rsidR="00DC509C">
        <w:rPr>
          <w:bCs/>
          <w:lang w:val="et-EE"/>
        </w:rPr>
        <w:t xml:space="preserve"> mistõttu puudub tarbijal igasugune ettekujutus, milliseid seadusjärgse monopoli kulutusi tal kinni maksta tuleb.</w:t>
      </w:r>
      <w:r w:rsidR="00C05523">
        <w:rPr>
          <w:bCs/>
          <w:lang w:val="et-EE"/>
        </w:rPr>
        <w:t xml:space="preserve"> </w:t>
      </w:r>
      <w:r w:rsidR="00DC509C">
        <w:rPr>
          <w:bCs/>
          <w:lang w:val="et-EE"/>
        </w:rPr>
        <w:t>Tagatipuks ütleb</w:t>
      </w:r>
      <w:r w:rsidR="00F8731E">
        <w:rPr>
          <w:bCs/>
          <w:lang w:val="et-EE"/>
        </w:rPr>
        <w:t xml:space="preserve"> ka</w:t>
      </w:r>
      <w:r w:rsidR="00DC509C">
        <w:rPr>
          <w:bCs/>
          <w:lang w:val="et-EE"/>
        </w:rPr>
        <w:t xml:space="preserve"> Konkurentsiamet </w:t>
      </w:r>
      <w:r w:rsidR="00F8731E">
        <w:rPr>
          <w:bCs/>
          <w:lang w:val="et-EE"/>
        </w:rPr>
        <w:t>ise</w:t>
      </w:r>
      <w:r w:rsidR="00DC509C">
        <w:rPr>
          <w:bCs/>
          <w:lang w:val="et-EE"/>
        </w:rPr>
        <w:t>, et</w:t>
      </w:r>
      <w:r w:rsidR="00DB6D49">
        <w:rPr>
          <w:bCs/>
          <w:lang w:val="et-EE"/>
        </w:rPr>
        <w:t xml:space="preserve"> </w:t>
      </w:r>
      <w:r w:rsidR="00DC509C">
        <w:rPr>
          <w:bCs/>
          <w:lang w:val="et-EE"/>
        </w:rPr>
        <w:t>peab</w:t>
      </w:r>
      <w:r w:rsidR="00BF32C5">
        <w:rPr>
          <w:bCs/>
          <w:lang w:val="et-EE"/>
        </w:rPr>
        <w:t xml:space="preserve"> enda kohustuseks</w:t>
      </w:r>
      <w:r w:rsidR="00DC509C">
        <w:rPr>
          <w:bCs/>
          <w:lang w:val="et-EE"/>
        </w:rPr>
        <w:t xml:space="preserve"> tagada</w:t>
      </w:r>
      <w:r w:rsidR="00BB39F9">
        <w:rPr>
          <w:bCs/>
          <w:lang w:val="et-EE"/>
        </w:rPr>
        <w:t xml:space="preserve"> monopolide kasumlikkus</w:t>
      </w:r>
      <w:r w:rsidR="00DC509C">
        <w:rPr>
          <w:bCs/>
          <w:lang w:val="et-EE"/>
        </w:rPr>
        <w:t xml:space="preserve"> ka siis kui monopoli küsitav hind on</w:t>
      </w:r>
      <w:r w:rsidR="00680837">
        <w:rPr>
          <w:bCs/>
          <w:lang w:val="et-EE"/>
        </w:rPr>
        <w:t xml:space="preserve"> tarbija</w:t>
      </w:r>
      <w:r w:rsidR="00DC509C">
        <w:rPr>
          <w:bCs/>
          <w:lang w:val="et-EE"/>
        </w:rPr>
        <w:t xml:space="preserve"> jaoks</w:t>
      </w:r>
      <w:r w:rsidR="00C20CAF">
        <w:rPr>
          <w:bCs/>
          <w:lang w:val="et-EE"/>
        </w:rPr>
        <w:t xml:space="preserve"> ebamõistlikult kõrge</w:t>
      </w:r>
      <w:r w:rsidR="005B3F25">
        <w:rPr>
          <w:rStyle w:val="FootnoteReference"/>
          <w:bCs/>
          <w:lang w:val="et-EE"/>
        </w:rPr>
        <w:footnoteReference w:id="2"/>
      </w:r>
      <w:r w:rsidR="00B907CB">
        <w:rPr>
          <w:bCs/>
          <w:lang w:val="et-EE"/>
        </w:rPr>
        <w:t>.</w:t>
      </w:r>
      <w:r w:rsidR="005042FB">
        <w:rPr>
          <w:bCs/>
          <w:lang w:val="et-EE"/>
        </w:rPr>
        <w:t xml:space="preserve"> </w:t>
      </w:r>
    </w:p>
    <w:p w14:paraId="49B03533" w14:textId="63C75DF5" w:rsidR="00DB43B2" w:rsidRPr="00C05523" w:rsidRDefault="00B075AE" w:rsidP="00C05523">
      <w:pPr>
        <w:spacing w:line="360" w:lineRule="auto"/>
        <w:jc w:val="both"/>
        <w:rPr>
          <w:lang w:val="et-EE"/>
        </w:rPr>
      </w:pPr>
      <w:r>
        <w:rPr>
          <w:bCs/>
          <w:lang w:val="et-EE"/>
        </w:rPr>
        <w:t xml:space="preserve">EOKL on </w:t>
      </w:r>
      <w:proofErr w:type="spellStart"/>
      <w:r w:rsidR="00B851C3" w:rsidRPr="00B851C3">
        <w:rPr>
          <w:bCs/>
          <w:lang w:val="et-EE"/>
        </w:rPr>
        <w:t>AvTS</w:t>
      </w:r>
      <w:proofErr w:type="spellEnd"/>
      <w:r w:rsidR="00B851C3" w:rsidRPr="00B851C3">
        <w:rPr>
          <w:bCs/>
          <w:lang w:val="et-EE"/>
        </w:rPr>
        <w:t xml:space="preserve"> sätestatud</w:t>
      </w:r>
      <w:r w:rsidR="00DD0239">
        <w:rPr>
          <w:bCs/>
          <w:lang w:val="et-EE"/>
        </w:rPr>
        <w:t xml:space="preserve"> andmete</w:t>
      </w:r>
      <w:r>
        <w:rPr>
          <w:bCs/>
          <w:lang w:val="et-EE"/>
        </w:rPr>
        <w:t xml:space="preserve"> varjamise probleemiga tegelenud viimased kaks aastat</w:t>
      </w:r>
      <w:r w:rsidR="00B851C3">
        <w:rPr>
          <w:bCs/>
          <w:lang w:val="et-EE"/>
        </w:rPr>
        <w:t xml:space="preserve"> ning</w:t>
      </w:r>
      <w:r w:rsidR="00DC509C">
        <w:rPr>
          <w:bCs/>
          <w:lang w:val="et-EE"/>
        </w:rPr>
        <w:t xml:space="preserve"> jõudnud kirja koostamise hetkeks</w:t>
      </w:r>
      <w:r>
        <w:rPr>
          <w:bCs/>
          <w:lang w:val="et-EE"/>
        </w:rPr>
        <w:t xml:space="preserve"> veendumusele, et</w:t>
      </w:r>
      <w:r w:rsidR="00713B94">
        <w:rPr>
          <w:bCs/>
          <w:lang w:val="et-EE"/>
        </w:rPr>
        <w:t xml:space="preserve"> vabatahtlikult ei hakka</w:t>
      </w:r>
      <w:r w:rsidR="00C05523">
        <w:rPr>
          <w:bCs/>
          <w:lang w:val="et-EE"/>
        </w:rPr>
        <w:t xml:space="preserve"> </w:t>
      </w:r>
      <w:proofErr w:type="spellStart"/>
      <w:r w:rsidR="00C05523" w:rsidRPr="00C05523">
        <w:rPr>
          <w:bCs/>
          <w:lang w:val="et-EE"/>
        </w:rPr>
        <w:t>AvTS</w:t>
      </w:r>
      <w:proofErr w:type="spellEnd"/>
      <w:r w:rsidR="00C05523" w:rsidRPr="00C05523">
        <w:rPr>
          <w:bCs/>
          <w:lang w:val="et-EE"/>
        </w:rPr>
        <w:t xml:space="preserve"> § 28 lg 1 p-</w:t>
      </w:r>
      <w:r w:rsidR="00C05523">
        <w:rPr>
          <w:bCs/>
          <w:lang w:val="et-EE"/>
        </w:rPr>
        <w:t>st</w:t>
      </w:r>
      <w:r w:rsidR="00C05523" w:rsidRPr="00C05523">
        <w:rPr>
          <w:bCs/>
          <w:lang w:val="et-EE"/>
        </w:rPr>
        <w:t xml:space="preserve"> 26</w:t>
      </w:r>
      <w:r w:rsidR="00C05523">
        <w:rPr>
          <w:bCs/>
          <w:lang w:val="et-EE"/>
        </w:rPr>
        <w:t xml:space="preserve"> tulenevat kohustust täitma</w:t>
      </w:r>
      <w:r w:rsidR="00B82DC4">
        <w:rPr>
          <w:bCs/>
          <w:lang w:val="et-EE"/>
        </w:rPr>
        <w:t xml:space="preserve"> </w:t>
      </w:r>
      <w:r w:rsidR="0054781E">
        <w:rPr>
          <w:bCs/>
          <w:lang w:val="et-EE"/>
        </w:rPr>
        <w:t>Konkurentsiamet</w:t>
      </w:r>
      <w:r w:rsidR="00C05523">
        <w:rPr>
          <w:bCs/>
          <w:lang w:val="et-EE"/>
        </w:rPr>
        <w:t xml:space="preserve"> ega ka</w:t>
      </w:r>
      <w:r w:rsidR="00DC509C">
        <w:rPr>
          <w:bCs/>
          <w:lang w:val="et-EE"/>
        </w:rPr>
        <w:t xml:space="preserve"> ükski</w:t>
      </w:r>
      <w:r w:rsidR="00C05523">
        <w:rPr>
          <w:bCs/>
          <w:lang w:val="et-EE"/>
        </w:rPr>
        <w:t xml:space="preserve"> suurem seadusjärg</w:t>
      </w:r>
      <w:r w:rsidR="00DC509C">
        <w:rPr>
          <w:bCs/>
          <w:lang w:val="et-EE"/>
        </w:rPr>
        <w:t>ne</w:t>
      </w:r>
      <w:r w:rsidR="00C05523">
        <w:rPr>
          <w:bCs/>
          <w:lang w:val="et-EE"/>
        </w:rPr>
        <w:t xml:space="preserve"> monopol.</w:t>
      </w:r>
      <w:r w:rsidR="0054781E">
        <w:rPr>
          <w:bCs/>
          <w:lang w:val="et-EE"/>
        </w:rPr>
        <w:t xml:space="preserve"> </w:t>
      </w:r>
      <w:r w:rsidR="00C05523">
        <w:rPr>
          <w:bCs/>
          <w:lang w:val="et-EE"/>
        </w:rPr>
        <w:t>Seetõttu tuleb tarbijate huvide kaitsmiseks leida</w:t>
      </w:r>
      <w:r w:rsidR="00DC509C" w:rsidRPr="00DC509C">
        <w:t xml:space="preserve"> </w:t>
      </w:r>
      <w:proofErr w:type="spellStart"/>
      <w:r w:rsidR="00DC509C" w:rsidRPr="00DC509C">
        <w:rPr>
          <w:bCs/>
          <w:lang w:val="et-EE"/>
        </w:rPr>
        <w:t>AvTS</w:t>
      </w:r>
      <w:proofErr w:type="spellEnd"/>
      <w:r w:rsidR="00DC509C" w:rsidRPr="00DC509C">
        <w:rPr>
          <w:bCs/>
          <w:lang w:val="et-EE"/>
        </w:rPr>
        <w:t xml:space="preserve"> § 28 lg 1 p 26</w:t>
      </w:r>
      <w:r w:rsidR="00DC509C">
        <w:rPr>
          <w:bCs/>
          <w:lang w:val="et-EE"/>
        </w:rPr>
        <w:t xml:space="preserve"> kõrvale </w:t>
      </w:r>
      <w:r w:rsidR="00C53173">
        <w:rPr>
          <w:bCs/>
          <w:lang w:val="et-EE"/>
        </w:rPr>
        <w:t xml:space="preserve"> alternatiivne</w:t>
      </w:r>
      <w:r w:rsidR="00C05523">
        <w:rPr>
          <w:bCs/>
          <w:lang w:val="et-EE"/>
        </w:rPr>
        <w:t xml:space="preserve"> õiguslik mehhanism, mis taga</w:t>
      </w:r>
      <w:r w:rsidR="00C53173">
        <w:rPr>
          <w:bCs/>
          <w:lang w:val="et-EE"/>
        </w:rPr>
        <w:t>b</w:t>
      </w:r>
      <w:r w:rsidR="00C05523">
        <w:rPr>
          <w:bCs/>
          <w:lang w:val="et-EE"/>
        </w:rPr>
        <w:t xml:space="preserve"> </w:t>
      </w:r>
      <w:r w:rsidR="00C53173">
        <w:rPr>
          <w:bCs/>
          <w:lang w:val="et-EE"/>
        </w:rPr>
        <w:t>Eesti Vabariigi seaduste kehtimise Justiits- ja Digiministeeriumi haldusalas oleva</w:t>
      </w:r>
      <w:r w:rsidR="00C53173">
        <w:rPr>
          <w:bCs/>
          <w:lang w:val="et-EE"/>
        </w:rPr>
        <w:t xml:space="preserve"> Konkurentsiameti ja</w:t>
      </w:r>
      <w:r w:rsidR="00C53173">
        <w:rPr>
          <w:bCs/>
          <w:lang w:val="et-EE"/>
        </w:rPr>
        <w:t xml:space="preserve"> </w:t>
      </w:r>
      <w:r w:rsidR="00C05523">
        <w:rPr>
          <w:bCs/>
          <w:lang w:val="et-EE"/>
        </w:rPr>
        <w:t xml:space="preserve">seadusjärgsete monopolide </w:t>
      </w:r>
      <w:r w:rsidR="00C53173">
        <w:rPr>
          <w:bCs/>
          <w:lang w:val="et-EE"/>
        </w:rPr>
        <w:t>poolt</w:t>
      </w:r>
      <w:r w:rsidR="00C05523">
        <w:rPr>
          <w:bCs/>
          <w:lang w:val="et-EE"/>
        </w:rPr>
        <w:t>.</w:t>
      </w:r>
      <w:r w:rsidR="00C53173">
        <w:rPr>
          <w:bCs/>
          <w:lang w:val="et-EE"/>
        </w:rPr>
        <w:t xml:space="preserve"> Tarbijate huvikaitsjana on</w:t>
      </w:r>
      <w:r w:rsidR="00185A5F">
        <w:rPr>
          <w:bCs/>
          <w:lang w:val="et-EE"/>
        </w:rPr>
        <w:t xml:space="preserve"> </w:t>
      </w:r>
      <w:r w:rsidR="00185A5F" w:rsidRPr="00185A5F">
        <w:rPr>
          <w:bCs/>
          <w:lang w:val="et-EE"/>
        </w:rPr>
        <w:t>EOKL valmis</w:t>
      </w:r>
      <w:r w:rsidR="00C53173">
        <w:rPr>
          <w:bCs/>
          <w:lang w:val="et-EE"/>
        </w:rPr>
        <w:t xml:space="preserve">  selles küsimuses</w:t>
      </w:r>
      <w:r w:rsidR="00185A5F" w:rsidRPr="00185A5F">
        <w:rPr>
          <w:bCs/>
          <w:lang w:val="et-EE"/>
        </w:rPr>
        <w:t xml:space="preserve"> kaasa mõtlema</w:t>
      </w:r>
      <w:r w:rsidR="00C53173">
        <w:rPr>
          <w:bCs/>
          <w:lang w:val="et-EE"/>
        </w:rPr>
        <w:t xml:space="preserve"> ning lahenduste leidmisele kaasa aitama.</w:t>
      </w:r>
    </w:p>
    <w:p w14:paraId="63641FE7" w14:textId="77777777" w:rsidR="00C53173" w:rsidRDefault="00C53173" w:rsidP="009063CD">
      <w:pPr>
        <w:spacing w:line="360" w:lineRule="auto"/>
        <w:jc w:val="both"/>
        <w:rPr>
          <w:lang w:val="et-EE"/>
        </w:rPr>
      </w:pPr>
    </w:p>
    <w:p w14:paraId="61E9C57B" w14:textId="77777777" w:rsidR="00C53173" w:rsidRDefault="00C53173" w:rsidP="009063CD">
      <w:pPr>
        <w:spacing w:line="360" w:lineRule="auto"/>
        <w:jc w:val="both"/>
        <w:rPr>
          <w:lang w:val="et-EE"/>
        </w:rPr>
      </w:pPr>
    </w:p>
    <w:p w14:paraId="237F963D" w14:textId="3657DA72" w:rsidR="006C71FD" w:rsidRPr="00484869" w:rsidRDefault="006C71FD" w:rsidP="009063CD">
      <w:pPr>
        <w:spacing w:line="360" w:lineRule="auto"/>
        <w:jc w:val="both"/>
        <w:rPr>
          <w:lang w:val="et-EE"/>
        </w:rPr>
      </w:pPr>
      <w:r w:rsidRPr="00484869">
        <w:rPr>
          <w:lang w:val="et-EE"/>
        </w:rPr>
        <w:t>Lugupidamisega,</w:t>
      </w:r>
    </w:p>
    <w:p w14:paraId="2B001EDB" w14:textId="39946A35" w:rsidR="006C71FD" w:rsidRPr="00484869" w:rsidRDefault="00D87F6A" w:rsidP="009063CD">
      <w:pPr>
        <w:spacing w:line="360" w:lineRule="auto"/>
        <w:jc w:val="both"/>
        <w:rPr>
          <w:lang w:val="et-EE"/>
        </w:rPr>
      </w:pPr>
      <w:r w:rsidRPr="00484869">
        <w:rPr>
          <w:lang w:val="et-EE"/>
        </w:rPr>
        <w:t>Andry Krass</w:t>
      </w:r>
    </w:p>
    <w:p w14:paraId="44567D20" w14:textId="5015AAAA" w:rsidR="00D946C8" w:rsidRPr="00484869" w:rsidRDefault="006C71FD" w:rsidP="009063CD">
      <w:pPr>
        <w:spacing w:line="360" w:lineRule="auto"/>
        <w:jc w:val="both"/>
        <w:rPr>
          <w:lang w:val="et-EE"/>
        </w:rPr>
      </w:pPr>
      <w:r w:rsidRPr="00484869">
        <w:rPr>
          <w:lang w:val="et-EE"/>
        </w:rPr>
        <w:t>Juhatuse esimees</w:t>
      </w:r>
    </w:p>
    <w:sectPr w:rsidR="00D946C8" w:rsidRPr="00484869" w:rsidSect="00BE59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7" w:right="1417" w:bottom="1417" w:left="1417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1E41A" w14:textId="77777777" w:rsidR="00645BF5" w:rsidRDefault="00645BF5">
      <w:r>
        <w:separator/>
      </w:r>
    </w:p>
  </w:endnote>
  <w:endnote w:type="continuationSeparator" w:id="0">
    <w:p w14:paraId="1A077BF6" w14:textId="77777777" w:rsidR="00645BF5" w:rsidRDefault="0064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D26D4" w14:textId="77777777" w:rsidR="00F53B02" w:rsidRDefault="00F53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DFA3E" w14:textId="5DD0072C" w:rsidR="00F53B02" w:rsidRPr="007453B2" w:rsidRDefault="00F90D44" w:rsidP="007453B2">
    <w:pPr>
      <w:pStyle w:val="ParagraphStyle1"/>
      <w:spacing w:before="113" w:line="240" w:lineRule="auto"/>
      <w:jc w:val="center"/>
      <w:rPr>
        <w:rFonts w:ascii="Arial" w:hAnsi="Arial" w:cs="Arial"/>
        <w:b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Kadaka tee 4</w:t>
    </w:r>
    <w:r w:rsidR="00F53B02">
      <w:rPr>
        <w:rFonts w:ascii="Arial" w:hAnsi="Arial" w:cs="Arial"/>
        <w:noProof/>
        <w:sz w:val="16"/>
        <w:szCs w:val="16"/>
      </w:rPr>
      <w:t xml:space="preserve"> Tallinn 10143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>
      <w:rPr>
        <w:rFonts w:ascii="Arial" w:hAnsi="Arial" w:cs="Arial"/>
        <w:noProof/>
        <w:sz w:val="16"/>
        <w:szCs w:val="16"/>
      </w:rPr>
      <w:t xml:space="preserve">   tel: +372 642 7020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e-post: omanikud@omanikud.ee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b/>
        <w:noProof/>
        <w:sz w:val="16"/>
        <w:szCs w:val="16"/>
      </w:rPr>
      <w:t>www.omanikud.ee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4F11" w14:textId="77777777" w:rsidR="00F53B02" w:rsidRDefault="00F53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DBD11" w14:textId="77777777" w:rsidR="00645BF5" w:rsidRDefault="00645BF5">
      <w:r>
        <w:separator/>
      </w:r>
    </w:p>
  </w:footnote>
  <w:footnote w:type="continuationSeparator" w:id="0">
    <w:p w14:paraId="6500B169" w14:textId="77777777" w:rsidR="00645BF5" w:rsidRDefault="00645BF5">
      <w:r>
        <w:continuationSeparator/>
      </w:r>
    </w:p>
  </w:footnote>
  <w:footnote w:id="1">
    <w:p w14:paraId="4170D2DB" w14:textId="479CD686" w:rsidR="00484869" w:rsidRPr="00484869" w:rsidRDefault="00484869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84869">
        <w:t>Riigikohtu</w:t>
      </w:r>
      <w:proofErr w:type="spellEnd"/>
      <w:r w:rsidRPr="00484869">
        <w:t xml:space="preserve"> 15.05.2020 </w:t>
      </w:r>
      <w:proofErr w:type="spellStart"/>
      <w:r w:rsidRPr="00484869">
        <w:t>otsus</w:t>
      </w:r>
      <w:proofErr w:type="spellEnd"/>
      <w:r w:rsidRPr="00484869">
        <w:t xml:space="preserve"> </w:t>
      </w:r>
      <w:proofErr w:type="spellStart"/>
      <w:r w:rsidRPr="00484869">
        <w:t>asjas</w:t>
      </w:r>
      <w:proofErr w:type="spellEnd"/>
      <w:r w:rsidRPr="00484869">
        <w:t xml:space="preserve"> nr 1-18-4590, p. 40.</w:t>
      </w:r>
    </w:p>
  </w:footnote>
  <w:footnote w:id="2">
    <w:p w14:paraId="2E4CB8CB" w14:textId="7A2CDC4D" w:rsidR="005B3F25" w:rsidRPr="005B3F25" w:rsidRDefault="005B3F25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="006B3A06" w:rsidRPr="006B3A06">
        <w:t xml:space="preserve">04.03.2024 </w:t>
      </w:r>
      <w:proofErr w:type="spellStart"/>
      <w:r w:rsidR="006B3A06" w:rsidRPr="006B3A06">
        <w:t>Konkurentsiameti</w:t>
      </w:r>
      <w:proofErr w:type="spellEnd"/>
      <w:r w:rsidR="006B3A06" w:rsidRPr="006B3A06">
        <w:t xml:space="preserve"> </w:t>
      </w:r>
      <w:proofErr w:type="spellStart"/>
      <w:r w:rsidR="006B3A06">
        <w:t>selgitus</w:t>
      </w:r>
      <w:proofErr w:type="spellEnd"/>
      <w:r w:rsidR="006B3A06">
        <w:t xml:space="preserve"> Paide </w:t>
      </w:r>
      <w:proofErr w:type="spellStart"/>
      <w:r w:rsidR="006B3A06">
        <w:t>Linnavalitsusele</w:t>
      </w:r>
      <w:proofErr w:type="spellEnd"/>
      <w:r w:rsidR="006B3A06">
        <w:t xml:space="preserve"> </w:t>
      </w:r>
      <w:proofErr w:type="spellStart"/>
      <w:r w:rsidR="006B3A06">
        <w:t>seoses</w:t>
      </w:r>
      <w:proofErr w:type="spellEnd"/>
      <w:r w:rsidR="006B3A06">
        <w:t xml:space="preserve"> </w:t>
      </w:r>
      <w:proofErr w:type="spellStart"/>
      <w:r w:rsidR="006B3A06">
        <w:t>Tarbja</w:t>
      </w:r>
      <w:proofErr w:type="spellEnd"/>
      <w:r w:rsidR="006B3A06">
        <w:t xml:space="preserve"> </w:t>
      </w:r>
      <w:proofErr w:type="spellStart"/>
      <w:r w:rsidR="006B3A06">
        <w:t>kaugküttepiirkonna</w:t>
      </w:r>
      <w:proofErr w:type="spellEnd"/>
      <w:r w:rsidR="006B3A06">
        <w:t xml:space="preserve"> </w:t>
      </w:r>
      <w:proofErr w:type="spellStart"/>
      <w:r w:rsidR="006B3A06">
        <w:t>kõrge</w:t>
      </w:r>
      <w:proofErr w:type="spellEnd"/>
      <w:r w:rsidR="006B3A06">
        <w:t xml:space="preserve"> </w:t>
      </w:r>
      <w:proofErr w:type="spellStart"/>
      <w:r w:rsidR="006B3A06">
        <w:t>hinnaga</w:t>
      </w:r>
      <w:proofErr w:type="spellEnd"/>
      <w:r w:rsidR="006B3A0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55C82" w14:textId="77777777" w:rsidR="00F53B02" w:rsidRDefault="00F53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6502" w14:textId="46ED5965" w:rsidR="00F53B02" w:rsidRDefault="00F53B02" w:rsidP="00292D6C">
    <w:pPr>
      <w:pStyle w:val="Header"/>
      <w:tabs>
        <w:tab w:val="clear" w:pos="4153"/>
        <w:tab w:val="clear" w:pos="8306"/>
        <w:tab w:val="left" w:pos="2010"/>
      </w:tabs>
    </w:pPr>
    <w:r>
      <w:rPr>
        <w:noProof/>
        <w:lang w:val="et-EE" w:eastAsia="et-EE"/>
      </w:rPr>
      <w:drawing>
        <wp:anchor distT="0" distB="0" distL="114300" distR="114300" simplePos="0" relativeHeight="251657728" behindDoc="1" locked="0" layoutInCell="1" allowOverlap="1" wp14:anchorId="5E01BE1E" wp14:editId="6C05C115">
          <wp:simplePos x="0" y="0"/>
          <wp:positionH relativeFrom="margin">
            <wp:align>center</wp:align>
          </wp:positionH>
          <wp:positionV relativeFrom="paragraph">
            <wp:posOffset>-21590</wp:posOffset>
          </wp:positionV>
          <wp:extent cx="6756400" cy="9829800"/>
          <wp:effectExtent l="0" t="0" r="6350" b="0"/>
          <wp:wrapNone/>
          <wp:docPr id="2" name="Pilt 2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D6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0DDE" w14:textId="77777777" w:rsidR="00F53B02" w:rsidRDefault="00F53B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6003"/>
    <w:multiLevelType w:val="hybridMultilevel"/>
    <w:tmpl w:val="1B90CC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745935"/>
    <w:multiLevelType w:val="hybridMultilevel"/>
    <w:tmpl w:val="6E485FAA"/>
    <w:lvl w:ilvl="0" w:tplc="178E2B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0834"/>
    <w:multiLevelType w:val="hybridMultilevel"/>
    <w:tmpl w:val="8922477A"/>
    <w:lvl w:ilvl="0" w:tplc="A5D2D3C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F6BE5"/>
    <w:multiLevelType w:val="hybridMultilevel"/>
    <w:tmpl w:val="AAFCF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13B68"/>
    <w:multiLevelType w:val="hybridMultilevel"/>
    <w:tmpl w:val="15049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30B62"/>
    <w:multiLevelType w:val="hybridMultilevel"/>
    <w:tmpl w:val="47806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B3117"/>
    <w:multiLevelType w:val="hybridMultilevel"/>
    <w:tmpl w:val="11FC74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50FB0"/>
    <w:multiLevelType w:val="hybridMultilevel"/>
    <w:tmpl w:val="01067F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41EA2"/>
    <w:multiLevelType w:val="hybridMultilevel"/>
    <w:tmpl w:val="D0CCA5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F6F7A"/>
    <w:multiLevelType w:val="hybridMultilevel"/>
    <w:tmpl w:val="8D2C6B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174C8"/>
    <w:multiLevelType w:val="hybridMultilevel"/>
    <w:tmpl w:val="09789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B68D6"/>
    <w:multiLevelType w:val="hybridMultilevel"/>
    <w:tmpl w:val="D6F2B726"/>
    <w:lvl w:ilvl="0" w:tplc="FEF6C09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57793"/>
    <w:multiLevelType w:val="hybridMultilevel"/>
    <w:tmpl w:val="D83024A2"/>
    <w:lvl w:ilvl="0" w:tplc="AF444E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73661"/>
    <w:multiLevelType w:val="hybridMultilevel"/>
    <w:tmpl w:val="1A905C04"/>
    <w:lvl w:ilvl="0" w:tplc="7988F19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B67FD"/>
    <w:multiLevelType w:val="hybridMultilevel"/>
    <w:tmpl w:val="30F69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E61F6"/>
    <w:multiLevelType w:val="hybridMultilevel"/>
    <w:tmpl w:val="CD42FFFA"/>
    <w:lvl w:ilvl="0" w:tplc="53BA652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E3617A"/>
    <w:multiLevelType w:val="hybridMultilevel"/>
    <w:tmpl w:val="1D605CC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665199">
    <w:abstractNumId w:val="10"/>
  </w:num>
  <w:num w:numId="2" w16cid:durableId="1900744646">
    <w:abstractNumId w:val="9"/>
  </w:num>
  <w:num w:numId="3" w16cid:durableId="1178613484">
    <w:abstractNumId w:val="15"/>
  </w:num>
  <w:num w:numId="4" w16cid:durableId="1138914261">
    <w:abstractNumId w:val="1"/>
  </w:num>
  <w:num w:numId="5" w16cid:durableId="1088035894">
    <w:abstractNumId w:val="13"/>
  </w:num>
  <w:num w:numId="6" w16cid:durableId="1536771362">
    <w:abstractNumId w:val="12"/>
  </w:num>
  <w:num w:numId="7" w16cid:durableId="141850785">
    <w:abstractNumId w:val="4"/>
  </w:num>
  <w:num w:numId="8" w16cid:durableId="695621843">
    <w:abstractNumId w:val="3"/>
  </w:num>
  <w:num w:numId="9" w16cid:durableId="142241655">
    <w:abstractNumId w:val="7"/>
  </w:num>
  <w:num w:numId="10" w16cid:durableId="1788889415">
    <w:abstractNumId w:val="2"/>
  </w:num>
  <w:num w:numId="11" w16cid:durableId="604850432">
    <w:abstractNumId w:val="14"/>
  </w:num>
  <w:num w:numId="12" w16cid:durableId="215434026">
    <w:abstractNumId w:val="11"/>
  </w:num>
  <w:num w:numId="13" w16cid:durableId="865294405">
    <w:abstractNumId w:val="5"/>
  </w:num>
  <w:num w:numId="14" w16cid:durableId="726760546">
    <w:abstractNumId w:val="16"/>
  </w:num>
  <w:num w:numId="15" w16cid:durableId="217131717">
    <w:abstractNumId w:val="0"/>
  </w:num>
  <w:num w:numId="16" w16cid:durableId="386489011">
    <w:abstractNumId w:val="8"/>
  </w:num>
  <w:num w:numId="17" w16cid:durableId="2740189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744"/>
    <w:rsid w:val="00000139"/>
    <w:rsid w:val="000005D4"/>
    <w:rsid w:val="00000CB8"/>
    <w:rsid w:val="000016D2"/>
    <w:rsid w:val="00001E9E"/>
    <w:rsid w:val="00002001"/>
    <w:rsid w:val="00002ECC"/>
    <w:rsid w:val="000038DB"/>
    <w:rsid w:val="00003DC5"/>
    <w:rsid w:val="00004216"/>
    <w:rsid w:val="000048D4"/>
    <w:rsid w:val="00004A38"/>
    <w:rsid w:val="00005613"/>
    <w:rsid w:val="000068D6"/>
    <w:rsid w:val="00007595"/>
    <w:rsid w:val="00010113"/>
    <w:rsid w:val="0001058C"/>
    <w:rsid w:val="00011408"/>
    <w:rsid w:val="00012170"/>
    <w:rsid w:val="00012284"/>
    <w:rsid w:val="00012E50"/>
    <w:rsid w:val="000131BB"/>
    <w:rsid w:val="00015055"/>
    <w:rsid w:val="000168C1"/>
    <w:rsid w:val="000174EB"/>
    <w:rsid w:val="00017D20"/>
    <w:rsid w:val="0002114A"/>
    <w:rsid w:val="000224D3"/>
    <w:rsid w:val="00022A16"/>
    <w:rsid w:val="00023167"/>
    <w:rsid w:val="00023787"/>
    <w:rsid w:val="00023F47"/>
    <w:rsid w:val="000249CB"/>
    <w:rsid w:val="00024A58"/>
    <w:rsid w:val="00024E81"/>
    <w:rsid w:val="000259DE"/>
    <w:rsid w:val="00025B84"/>
    <w:rsid w:val="00026B02"/>
    <w:rsid w:val="00026DD0"/>
    <w:rsid w:val="00027700"/>
    <w:rsid w:val="0003070F"/>
    <w:rsid w:val="0003074B"/>
    <w:rsid w:val="00030B74"/>
    <w:rsid w:val="00030CA3"/>
    <w:rsid w:val="0003139B"/>
    <w:rsid w:val="000319AE"/>
    <w:rsid w:val="00031F15"/>
    <w:rsid w:val="000330F6"/>
    <w:rsid w:val="0003479A"/>
    <w:rsid w:val="000349C3"/>
    <w:rsid w:val="00037FFD"/>
    <w:rsid w:val="00041427"/>
    <w:rsid w:val="00043FE7"/>
    <w:rsid w:val="00044A34"/>
    <w:rsid w:val="00044C02"/>
    <w:rsid w:val="00044E8B"/>
    <w:rsid w:val="000450F0"/>
    <w:rsid w:val="000452B8"/>
    <w:rsid w:val="000464D1"/>
    <w:rsid w:val="000467F8"/>
    <w:rsid w:val="00051031"/>
    <w:rsid w:val="000526DD"/>
    <w:rsid w:val="0005299B"/>
    <w:rsid w:val="00053827"/>
    <w:rsid w:val="0005471C"/>
    <w:rsid w:val="00056325"/>
    <w:rsid w:val="000574C0"/>
    <w:rsid w:val="00057B10"/>
    <w:rsid w:val="00057BD9"/>
    <w:rsid w:val="00060DAC"/>
    <w:rsid w:val="00061288"/>
    <w:rsid w:val="00062C6B"/>
    <w:rsid w:val="000632B2"/>
    <w:rsid w:val="00064271"/>
    <w:rsid w:val="00064371"/>
    <w:rsid w:val="0006642E"/>
    <w:rsid w:val="000678B3"/>
    <w:rsid w:val="00070845"/>
    <w:rsid w:val="00070D14"/>
    <w:rsid w:val="00070EE7"/>
    <w:rsid w:val="000711DE"/>
    <w:rsid w:val="00071733"/>
    <w:rsid w:val="00071F6E"/>
    <w:rsid w:val="00073275"/>
    <w:rsid w:val="00073353"/>
    <w:rsid w:val="0007361D"/>
    <w:rsid w:val="00075DB7"/>
    <w:rsid w:val="000760FF"/>
    <w:rsid w:val="000762F8"/>
    <w:rsid w:val="000767A2"/>
    <w:rsid w:val="00076969"/>
    <w:rsid w:val="00077F01"/>
    <w:rsid w:val="00080FE7"/>
    <w:rsid w:val="000810E4"/>
    <w:rsid w:val="0008116F"/>
    <w:rsid w:val="00081201"/>
    <w:rsid w:val="000816A7"/>
    <w:rsid w:val="000816F6"/>
    <w:rsid w:val="00082C59"/>
    <w:rsid w:val="0008318A"/>
    <w:rsid w:val="00084659"/>
    <w:rsid w:val="000861A8"/>
    <w:rsid w:val="00086C93"/>
    <w:rsid w:val="00087751"/>
    <w:rsid w:val="0008784A"/>
    <w:rsid w:val="000901D8"/>
    <w:rsid w:val="00091B52"/>
    <w:rsid w:val="00092E76"/>
    <w:rsid w:val="000930A7"/>
    <w:rsid w:val="000957DA"/>
    <w:rsid w:val="00095EBB"/>
    <w:rsid w:val="000966A8"/>
    <w:rsid w:val="00096A91"/>
    <w:rsid w:val="000A001B"/>
    <w:rsid w:val="000A0395"/>
    <w:rsid w:val="000A2062"/>
    <w:rsid w:val="000A2651"/>
    <w:rsid w:val="000A2B0F"/>
    <w:rsid w:val="000A47B8"/>
    <w:rsid w:val="000A5BF0"/>
    <w:rsid w:val="000A5F94"/>
    <w:rsid w:val="000A6346"/>
    <w:rsid w:val="000A636F"/>
    <w:rsid w:val="000A65C2"/>
    <w:rsid w:val="000A6C9D"/>
    <w:rsid w:val="000B06DE"/>
    <w:rsid w:val="000B0BDB"/>
    <w:rsid w:val="000B1418"/>
    <w:rsid w:val="000B34F6"/>
    <w:rsid w:val="000B42C0"/>
    <w:rsid w:val="000B430D"/>
    <w:rsid w:val="000B44BA"/>
    <w:rsid w:val="000B5273"/>
    <w:rsid w:val="000B5AE6"/>
    <w:rsid w:val="000B5D8D"/>
    <w:rsid w:val="000B6317"/>
    <w:rsid w:val="000B635D"/>
    <w:rsid w:val="000B636B"/>
    <w:rsid w:val="000B6F68"/>
    <w:rsid w:val="000C2F95"/>
    <w:rsid w:val="000C3DE4"/>
    <w:rsid w:val="000C42C8"/>
    <w:rsid w:val="000C48C1"/>
    <w:rsid w:val="000C50F2"/>
    <w:rsid w:val="000C580B"/>
    <w:rsid w:val="000C779F"/>
    <w:rsid w:val="000C7A98"/>
    <w:rsid w:val="000D0202"/>
    <w:rsid w:val="000D1177"/>
    <w:rsid w:val="000D16CE"/>
    <w:rsid w:val="000D1F21"/>
    <w:rsid w:val="000D2231"/>
    <w:rsid w:val="000D39E5"/>
    <w:rsid w:val="000D3C1E"/>
    <w:rsid w:val="000D3ED7"/>
    <w:rsid w:val="000D413F"/>
    <w:rsid w:val="000D59CD"/>
    <w:rsid w:val="000D5BF3"/>
    <w:rsid w:val="000D5E74"/>
    <w:rsid w:val="000D6730"/>
    <w:rsid w:val="000E04F5"/>
    <w:rsid w:val="000E0FDA"/>
    <w:rsid w:val="000E10D5"/>
    <w:rsid w:val="000E2646"/>
    <w:rsid w:val="000E415E"/>
    <w:rsid w:val="000E43E2"/>
    <w:rsid w:val="000E4655"/>
    <w:rsid w:val="000E4D75"/>
    <w:rsid w:val="000E4D9D"/>
    <w:rsid w:val="000E6744"/>
    <w:rsid w:val="000E6935"/>
    <w:rsid w:val="000E724C"/>
    <w:rsid w:val="000E74E7"/>
    <w:rsid w:val="000F134F"/>
    <w:rsid w:val="000F23CD"/>
    <w:rsid w:val="000F5FEE"/>
    <w:rsid w:val="000F609D"/>
    <w:rsid w:val="000F64AF"/>
    <w:rsid w:val="000F6567"/>
    <w:rsid w:val="000F68E0"/>
    <w:rsid w:val="000F6D0B"/>
    <w:rsid w:val="000F6E6A"/>
    <w:rsid w:val="000F7007"/>
    <w:rsid w:val="0010073A"/>
    <w:rsid w:val="001008C2"/>
    <w:rsid w:val="001008D1"/>
    <w:rsid w:val="001008D9"/>
    <w:rsid w:val="00100C35"/>
    <w:rsid w:val="001011BF"/>
    <w:rsid w:val="00101DC0"/>
    <w:rsid w:val="00102149"/>
    <w:rsid w:val="00102449"/>
    <w:rsid w:val="00102986"/>
    <w:rsid w:val="001029AA"/>
    <w:rsid w:val="00103E1D"/>
    <w:rsid w:val="0010414C"/>
    <w:rsid w:val="001048A8"/>
    <w:rsid w:val="00105C6A"/>
    <w:rsid w:val="00106835"/>
    <w:rsid w:val="001070A9"/>
    <w:rsid w:val="00107512"/>
    <w:rsid w:val="00111270"/>
    <w:rsid w:val="00111F5A"/>
    <w:rsid w:val="00111FB9"/>
    <w:rsid w:val="00112239"/>
    <w:rsid w:val="0011251A"/>
    <w:rsid w:val="00112ABA"/>
    <w:rsid w:val="00112AEA"/>
    <w:rsid w:val="00115503"/>
    <w:rsid w:val="00115B15"/>
    <w:rsid w:val="0011610A"/>
    <w:rsid w:val="0011661A"/>
    <w:rsid w:val="001175AC"/>
    <w:rsid w:val="00120766"/>
    <w:rsid w:val="0012117E"/>
    <w:rsid w:val="001211C6"/>
    <w:rsid w:val="0012303B"/>
    <w:rsid w:val="0012384E"/>
    <w:rsid w:val="00123BF8"/>
    <w:rsid w:val="001247DE"/>
    <w:rsid w:val="00125295"/>
    <w:rsid w:val="00125FB8"/>
    <w:rsid w:val="00126539"/>
    <w:rsid w:val="0012666F"/>
    <w:rsid w:val="00126E27"/>
    <w:rsid w:val="001308E2"/>
    <w:rsid w:val="00130DCD"/>
    <w:rsid w:val="00131050"/>
    <w:rsid w:val="00131C74"/>
    <w:rsid w:val="00131E66"/>
    <w:rsid w:val="00132364"/>
    <w:rsid w:val="001326B2"/>
    <w:rsid w:val="00132F23"/>
    <w:rsid w:val="00134651"/>
    <w:rsid w:val="001362DA"/>
    <w:rsid w:val="00136B23"/>
    <w:rsid w:val="00137290"/>
    <w:rsid w:val="00137FCD"/>
    <w:rsid w:val="001407ED"/>
    <w:rsid w:val="001414D5"/>
    <w:rsid w:val="00141C18"/>
    <w:rsid w:val="001423F2"/>
    <w:rsid w:val="001424AF"/>
    <w:rsid w:val="0014259D"/>
    <w:rsid w:val="0014302C"/>
    <w:rsid w:val="001457EF"/>
    <w:rsid w:val="00146027"/>
    <w:rsid w:val="00146BE7"/>
    <w:rsid w:val="00150079"/>
    <w:rsid w:val="001502CC"/>
    <w:rsid w:val="00150872"/>
    <w:rsid w:val="001510C8"/>
    <w:rsid w:val="001517AE"/>
    <w:rsid w:val="00151CC5"/>
    <w:rsid w:val="001536BD"/>
    <w:rsid w:val="001540E3"/>
    <w:rsid w:val="00154F12"/>
    <w:rsid w:val="00155061"/>
    <w:rsid w:val="00155997"/>
    <w:rsid w:val="001561FA"/>
    <w:rsid w:val="00156782"/>
    <w:rsid w:val="00156D63"/>
    <w:rsid w:val="00156ECA"/>
    <w:rsid w:val="00156F3C"/>
    <w:rsid w:val="001570C8"/>
    <w:rsid w:val="00160E53"/>
    <w:rsid w:val="0016180F"/>
    <w:rsid w:val="0016196D"/>
    <w:rsid w:val="00162A33"/>
    <w:rsid w:val="001632FD"/>
    <w:rsid w:val="00163926"/>
    <w:rsid w:val="00164F54"/>
    <w:rsid w:val="00165B81"/>
    <w:rsid w:val="00167092"/>
    <w:rsid w:val="001702A7"/>
    <w:rsid w:val="00171BE3"/>
    <w:rsid w:val="001727BC"/>
    <w:rsid w:val="0017340E"/>
    <w:rsid w:val="00173764"/>
    <w:rsid w:val="00175A0E"/>
    <w:rsid w:val="00175A99"/>
    <w:rsid w:val="00175D71"/>
    <w:rsid w:val="00177852"/>
    <w:rsid w:val="00177D1F"/>
    <w:rsid w:val="00180693"/>
    <w:rsid w:val="00183BF8"/>
    <w:rsid w:val="00183C3C"/>
    <w:rsid w:val="001846FC"/>
    <w:rsid w:val="00185A49"/>
    <w:rsid w:val="00185A5F"/>
    <w:rsid w:val="001865D1"/>
    <w:rsid w:val="001915A7"/>
    <w:rsid w:val="00192088"/>
    <w:rsid w:val="00193E45"/>
    <w:rsid w:val="00196531"/>
    <w:rsid w:val="001966B2"/>
    <w:rsid w:val="00196BBD"/>
    <w:rsid w:val="00197536"/>
    <w:rsid w:val="0019784F"/>
    <w:rsid w:val="00197D37"/>
    <w:rsid w:val="00197F80"/>
    <w:rsid w:val="00197F87"/>
    <w:rsid w:val="001A005E"/>
    <w:rsid w:val="001A0DB7"/>
    <w:rsid w:val="001A0FDC"/>
    <w:rsid w:val="001A1EE3"/>
    <w:rsid w:val="001A27D3"/>
    <w:rsid w:val="001A480C"/>
    <w:rsid w:val="001A5082"/>
    <w:rsid w:val="001A60DC"/>
    <w:rsid w:val="001A6320"/>
    <w:rsid w:val="001A7C74"/>
    <w:rsid w:val="001B152B"/>
    <w:rsid w:val="001B1CF2"/>
    <w:rsid w:val="001B20E0"/>
    <w:rsid w:val="001B2C5E"/>
    <w:rsid w:val="001B31AE"/>
    <w:rsid w:val="001B3900"/>
    <w:rsid w:val="001B3BD0"/>
    <w:rsid w:val="001B4193"/>
    <w:rsid w:val="001B45EC"/>
    <w:rsid w:val="001B464D"/>
    <w:rsid w:val="001B5272"/>
    <w:rsid w:val="001B6AEC"/>
    <w:rsid w:val="001B778F"/>
    <w:rsid w:val="001B781B"/>
    <w:rsid w:val="001C079B"/>
    <w:rsid w:val="001C07F4"/>
    <w:rsid w:val="001C2DC2"/>
    <w:rsid w:val="001C309E"/>
    <w:rsid w:val="001C3139"/>
    <w:rsid w:val="001C36E4"/>
    <w:rsid w:val="001C3826"/>
    <w:rsid w:val="001C39C2"/>
    <w:rsid w:val="001C3E85"/>
    <w:rsid w:val="001C621F"/>
    <w:rsid w:val="001C7493"/>
    <w:rsid w:val="001D08FD"/>
    <w:rsid w:val="001D354F"/>
    <w:rsid w:val="001D367E"/>
    <w:rsid w:val="001D4E8B"/>
    <w:rsid w:val="001D5211"/>
    <w:rsid w:val="001D5539"/>
    <w:rsid w:val="001D5CA8"/>
    <w:rsid w:val="001D6066"/>
    <w:rsid w:val="001D6C7A"/>
    <w:rsid w:val="001D7671"/>
    <w:rsid w:val="001D7A55"/>
    <w:rsid w:val="001E07D2"/>
    <w:rsid w:val="001E13D7"/>
    <w:rsid w:val="001E1F99"/>
    <w:rsid w:val="001E1FD5"/>
    <w:rsid w:val="001E2138"/>
    <w:rsid w:val="001E2AA5"/>
    <w:rsid w:val="001E31E0"/>
    <w:rsid w:val="001E328B"/>
    <w:rsid w:val="001E38A3"/>
    <w:rsid w:val="001E3C05"/>
    <w:rsid w:val="001E498B"/>
    <w:rsid w:val="001E4A9D"/>
    <w:rsid w:val="001E5706"/>
    <w:rsid w:val="001E5CAA"/>
    <w:rsid w:val="001E5E2F"/>
    <w:rsid w:val="001E6DC4"/>
    <w:rsid w:val="001F12D7"/>
    <w:rsid w:val="001F140C"/>
    <w:rsid w:val="001F179C"/>
    <w:rsid w:val="001F195A"/>
    <w:rsid w:val="001F2FA8"/>
    <w:rsid w:val="001F3B55"/>
    <w:rsid w:val="001F4C1D"/>
    <w:rsid w:val="001F51A5"/>
    <w:rsid w:val="001F52E6"/>
    <w:rsid w:val="001F560C"/>
    <w:rsid w:val="001F5631"/>
    <w:rsid w:val="001F625F"/>
    <w:rsid w:val="00200ADD"/>
    <w:rsid w:val="00200EFD"/>
    <w:rsid w:val="00201DB4"/>
    <w:rsid w:val="00201DCD"/>
    <w:rsid w:val="002022DA"/>
    <w:rsid w:val="002025B9"/>
    <w:rsid w:val="002026C5"/>
    <w:rsid w:val="00202DDE"/>
    <w:rsid w:val="00203BDF"/>
    <w:rsid w:val="00204C11"/>
    <w:rsid w:val="00205DD6"/>
    <w:rsid w:val="00205F45"/>
    <w:rsid w:val="00206985"/>
    <w:rsid w:val="00207FBE"/>
    <w:rsid w:val="0021131D"/>
    <w:rsid w:val="00211744"/>
    <w:rsid w:val="00211A51"/>
    <w:rsid w:val="00212465"/>
    <w:rsid w:val="002128F4"/>
    <w:rsid w:val="002134A9"/>
    <w:rsid w:val="00213EF5"/>
    <w:rsid w:val="00214EE5"/>
    <w:rsid w:val="002151E1"/>
    <w:rsid w:val="00215676"/>
    <w:rsid w:val="00215941"/>
    <w:rsid w:val="00216990"/>
    <w:rsid w:val="00217440"/>
    <w:rsid w:val="002215B2"/>
    <w:rsid w:val="0022227A"/>
    <w:rsid w:val="00222DF2"/>
    <w:rsid w:val="00223BC1"/>
    <w:rsid w:val="00223D34"/>
    <w:rsid w:val="002258B0"/>
    <w:rsid w:val="00226DD3"/>
    <w:rsid w:val="00226F31"/>
    <w:rsid w:val="00227D9C"/>
    <w:rsid w:val="00227ED2"/>
    <w:rsid w:val="00230479"/>
    <w:rsid w:val="002321B1"/>
    <w:rsid w:val="00232383"/>
    <w:rsid w:val="002330EB"/>
    <w:rsid w:val="002357CE"/>
    <w:rsid w:val="00235C19"/>
    <w:rsid w:val="00236ABF"/>
    <w:rsid w:val="00236F9A"/>
    <w:rsid w:val="0023756B"/>
    <w:rsid w:val="002377EF"/>
    <w:rsid w:val="00237908"/>
    <w:rsid w:val="002401B4"/>
    <w:rsid w:val="00240422"/>
    <w:rsid w:val="002419F6"/>
    <w:rsid w:val="002431B5"/>
    <w:rsid w:val="002441B9"/>
    <w:rsid w:val="00245540"/>
    <w:rsid w:val="0024568F"/>
    <w:rsid w:val="00245B12"/>
    <w:rsid w:val="002467DE"/>
    <w:rsid w:val="00246B97"/>
    <w:rsid w:val="0025243E"/>
    <w:rsid w:val="002524B4"/>
    <w:rsid w:val="00252A12"/>
    <w:rsid w:val="00252C27"/>
    <w:rsid w:val="0025476A"/>
    <w:rsid w:val="00255F30"/>
    <w:rsid w:val="00256D8F"/>
    <w:rsid w:val="00256F76"/>
    <w:rsid w:val="0026026C"/>
    <w:rsid w:val="00260EAA"/>
    <w:rsid w:val="00261F55"/>
    <w:rsid w:val="0026363D"/>
    <w:rsid w:val="00263F0A"/>
    <w:rsid w:val="00264342"/>
    <w:rsid w:val="0026464D"/>
    <w:rsid w:val="002656A0"/>
    <w:rsid w:val="00265816"/>
    <w:rsid w:val="0026594D"/>
    <w:rsid w:val="00265CE0"/>
    <w:rsid w:val="00266E41"/>
    <w:rsid w:val="00267D1E"/>
    <w:rsid w:val="00271D4E"/>
    <w:rsid w:val="002722DD"/>
    <w:rsid w:val="0027334C"/>
    <w:rsid w:val="002738DD"/>
    <w:rsid w:val="00273D6C"/>
    <w:rsid w:val="002741A8"/>
    <w:rsid w:val="00274233"/>
    <w:rsid w:val="00274B7D"/>
    <w:rsid w:val="0027790C"/>
    <w:rsid w:val="00277BBB"/>
    <w:rsid w:val="0028143C"/>
    <w:rsid w:val="00282BEE"/>
    <w:rsid w:val="00282F49"/>
    <w:rsid w:val="00283812"/>
    <w:rsid w:val="00284DEA"/>
    <w:rsid w:val="0028507B"/>
    <w:rsid w:val="002868F1"/>
    <w:rsid w:val="00286942"/>
    <w:rsid w:val="00286E35"/>
    <w:rsid w:val="002879EA"/>
    <w:rsid w:val="002922F9"/>
    <w:rsid w:val="002925D0"/>
    <w:rsid w:val="002927F1"/>
    <w:rsid w:val="00292B73"/>
    <w:rsid w:val="00292BBE"/>
    <w:rsid w:val="00292D6C"/>
    <w:rsid w:val="00293A89"/>
    <w:rsid w:val="0029693C"/>
    <w:rsid w:val="00296CB9"/>
    <w:rsid w:val="002979DA"/>
    <w:rsid w:val="00297F30"/>
    <w:rsid w:val="002A06D3"/>
    <w:rsid w:val="002A12EE"/>
    <w:rsid w:val="002A2A69"/>
    <w:rsid w:val="002A2CEF"/>
    <w:rsid w:val="002A45AA"/>
    <w:rsid w:val="002A6E91"/>
    <w:rsid w:val="002A74C2"/>
    <w:rsid w:val="002B0547"/>
    <w:rsid w:val="002B0C0C"/>
    <w:rsid w:val="002B0C7A"/>
    <w:rsid w:val="002B23C1"/>
    <w:rsid w:val="002B35CF"/>
    <w:rsid w:val="002B37B4"/>
    <w:rsid w:val="002B4B27"/>
    <w:rsid w:val="002B4F96"/>
    <w:rsid w:val="002B5418"/>
    <w:rsid w:val="002B74E4"/>
    <w:rsid w:val="002B7915"/>
    <w:rsid w:val="002C020F"/>
    <w:rsid w:val="002C06E7"/>
    <w:rsid w:val="002C09D0"/>
    <w:rsid w:val="002C20FD"/>
    <w:rsid w:val="002C25EC"/>
    <w:rsid w:val="002C2652"/>
    <w:rsid w:val="002C2AB5"/>
    <w:rsid w:val="002C32C2"/>
    <w:rsid w:val="002C3E0D"/>
    <w:rsid w:val="002C503B"/>
    <w:rsid w:val="002C54E0"/>
    <w:rsid w:val="002C5921"/>
    <w:rsid w:val="002C62F5"/>
    <w:rsid w:val="002C6DDC"/>
    <w:rsid w:val="002C76FA"/>
    <w:rsid w:val="002D026C"/>
    <w:rsid w:val="002D0BA2"/>
    <w:rsid w:val="002D0F6C"/>
    <w:rsid w:val="002D196B"/>
    <w:rsid w:val="002D1C83"/>
    <w:rsid w:val="002D2D18"/>
    <w:rsid w:val="002D56DF"/>
    <w:rsid w:val="002D64C4"/>
    <w:rsid w:val="002D692E"/>
    <w:rsid w:val="002D72D9"/>
    <w:rsid w:val="002D7AD0"/>
    <w:rsid w:val="002D7D24"/>
    <w:rsid w:val="002D7F79"/>
    <w:rsid w:val="002D7FDC"/>
    <w:rsid w:val="002E0754"/>
    <w:rsid w:val="002E1637"/>
    <w:rsid w:val="002E17FA"/>
    <w:rsid w:val="002E359C"/>
    <w:rsid w:val="002E48AC"/>
    <w:rsid w:val="002E6A96"/>
    <w:rsid w:val="002E6C96"/>
    <w:rsid w:val="002E7261"/>
    <w:rsid w:val="002F10A1"/>
    <w:rsid w:val="002F1FFB"/>
    <w:rsid w:val="002F3945"/>
    <w:rsid w:val="002F417B"/>
    <w:rsid w:val="002F4F59"/>
    <w:rsid w:val="002F6366"/>
    <w:rsid w:val="002F64EE"/>
    <w:rsid w:val="002F77ED"/>
    <w:rsid w:val="002F7C8F"/>
    <w:rsid w:val="003027E1"/>
    <w:rsid w:val="00304FD3"/>
    <w:rsid w:val="00305786"/>
    <w:rsid w:val="00305B78"/>
    <w:rsid w:val="003064BB"/>
    <w:rsid w:val="00306A95"/>
    <w:rsid w:val="0030771B"/>
    <w:rsid w:val="003107CE"/>
    <w:rsid w:val="00310AB7"/>
    <w:rsid w:val="00310F7C"/>
    <w:rsid w:val="0031209A"/>
    <w:rsid w:val="0031281A"/>
    <w:rsid w:val="00312A65"/>
    <w:rsid w:val="003132D3"/>
    <w:rsid w:val="0031602F"/>
    <w:rsid w:val="003160D8"/>
    <w:rsid w:val="00316262"/>
    <w:rsid w:val="0031728C"/>
    <w:rsid w:val="00317419"/>
    <w:rsid w:val="00320C78"/>
    <w:rsid w:val="00321734"/>
    <w:rsid w:val="00321A66"/>
    <w:rsid w:val="0032234B"/>
    <w:rsid w:val="003259A2"/>
    <w:rsid w:val="00326F25"/>
    <w:rsid w:val="003275F4"/>
    <w:rsid w:val="00330319"/>
    <w:rsid w:val="00330F6A"/>
    <w:rsid w:val="003320FC"/>
    <w:rsid w:val="0033271C"/>
    <w:rsid w:val="003332F6"/>
    <w:rsid w:val="003340D8"/>
    <w:rsid w:val="00334D10"/>
    <w:rsid w:val="00335F66"/>
    <w:rsid w:val="00336290"/>
    <w:rsid w:val="003365D9"/>
    <w:rsid w:val="00336DF9"/>
    <w:rsid w:val="00337061"/>
    <w:rsid w:val="00340590"/>
    <w:rsid w:val="00341487"/>
    <w:rsid w:val="00343B54"/>
    <w:rsid w:val="00344338"/>
    <w:rsid w:val="00344B8E"/>
    <w:rsid w:val="00346665"/>
    <w:rsid w:val="003513BB"/>
    <w:rsid w:val="00351E41"/>
    <w:rsid w:val="003537DE"/>
    <w:rsid w:val="00353A8F"/>
    <w:rsid w:val="003540C3"/>
    <w:rsid w:val="00354248"/>
    <w:rsid w:val="00354254"/>
    <w:rsid w:val="0035491F"/>
    <w:rsid w:val="0035547D"/>
    <w:rsid w:val="00356288"/>
    <w:rsid w:val="00356926"/>
    <w:rsid w:val="00356931"/>
    <w:rsid w:val="00356F6F"/>
    <w:rsid w:val="003572CE"/>
    <w:rsid w:val="00357659"/>
    <w:rsid w:val="003616FF"/>
    <w:rsid w:val="0036195C"/>
    <w:rsid w:val="00361DCB"/>
    <w:rsid w:val="003624D2"/>
    <w:rsid w:val="00363158"/>
    <w:rsid w:val="00363E39"/>
    <w:rsid w:val="0036440B"/>
    <w:rsid w:val="00365095"/>
    <w:rsid w:val="00365818"/>
    <w:rsid w:val="003673A6"/>
    <w:rsid w:val="0036759C"/>
    <w:rsid w:val="00371047"/>
    <w:rsid w:val="0037109F"/>
    <w:rsid w:val="00372202"/>
    <w:rsid w:val="003734A0"/>
    <w:rsid w:val="003736EF"/>
    <w:rsid w:val="003739A3"/>
    <w:rsid w:val="00374605"/>
    <w:rsid w:val="00375E5E"/>
    <w:rsid w:val="0037600C"/>
    <w:rsid w:val="00377178"/>
    <w:rsid w:val="003779E0"/>
    <w:rsid w:val="003801F7"/>
    <w:rsid w:val="00380F1F"/>
    <w:rsid w:val="00381178"/>
    <w:rsid w:val="003815E1"/>
    <w:rsid w:val="00381935"/>
    <w:rsid w:val="00382729"/>
    <w:rsid w:val="003827C7"/>
    <w:rsid w:val="00382AB8"/>
    <w:rsid w:val="00384F2B"/>
    <w:rsid w:val="003851A6"/>
    <w:rsid w:val="00386333"/>
    <w:rsid w:val="00393063"/>
    <w:rsid w:val="003937D2"/>
    <w:rsid w:val="00394E8C"/>
    <w:rsid w:val="003951C3"/>
    <w:rsid w:val="003959ED"/>
    <w:rsid w:val="00396506"/>
    <w:rsid w:val="003A043F"/>
    <w:rsid w:val="003A04C1"/>
    <w:rsid w:val="003A056B"/>
    <w:rsid w:val="003A085C"/>
    <w:rsid w:val="003A0ED8"/>
    <w:rsid w:val="003A1EDB"/>
    <w:rsid w:val="003A25B8"/>
    <w:rsid w:val="003A2653"/>
    <w:rsid w:val="003A2EE6"/>
    <w:rsid w:val="003A365A"/>
    <w:rsid w:val="003A391B"/>
    <w:rsid w:val="003A3F84"/>
    <w:rsid w:val="003A47B7"/>
    <w:rsid w:val="003A4848"/>
    <w:rsid w:val="003A4957"/>
    <w:rsid w:val="003A5180"/>
    <w:rsid w:val="003A5334"/>
    <w:rsid w:val="003A5F6F"/>
    <w:rsid w:val="003A6617"/>
    <w:rsid w:val="003B002A"/>
    <w:rsid w:val="003B04FD"/>
    <w:rsid w:val="003B2295"/>
    <w:rsid w:val="003B2852"/>
    <w:rsid w:val="003B31F4"/>
    <w:rsid w:val="003B3517"/>
    <w:rsid w:val="003B3F8C"/>
    <w:rsid w:val="003B402E"/>
    <w:rsid w:val="003B4303"/>
    <w:rsid w:val="003B470C"/>
    <w:rsid w:val="003B4850"/>
    <w:rsid w:val="003B4D29"/>
    <w:rsid w:val="003B5C6C"/>
    <w:rsid w:val="003B5F53"/>
    <w:rsid w:val="003B5FFE"/>
    <w:rsid w:val="003B7991"/>
    <w:rsid w:val="003B7F7C"/>
    <w:rsid w:val="003C0A17"/>
    <w:rsid w:val="003C1C68"/>
    <w:rsid w:val="003C1CCC"/>
    <w:rsid w:val="003C2EAC"/>
    <w:rsid w:val="003C4BD0"/>
    <w:rsid w:val="003C53C1"/>
    <w:rsid w:val="003C5624"/>
    <w:rsid w:val="003C5D4E"/>
    <w:rsid w:val="003C6672"/>
    <w:rsid w:val="003C729A"/>
    <w:rsid w:val="003C78C0"/>
    <w:rsid w:val="003C7D92"/>
    <w:rsid w:val="003D041B"/>
    <w:rsid w:val="003D0474"/>
    <w:rsid w:val="003D09D2"/>
    <w:rsid w:val="003D124C"/>
    <w:rsid w:val="003D1D90"/>
    <w:rsid w:val="003D2EFF"/>
    <w:rsid w:val="003D3767"/>
    <w:rsid w:val="003D3AE0"/>
    <w:rsid w:val="003D58D4"/>
    <w:rsid w:val="003D5E2C"/>
    <w:rsid w:val="003D6A7E"/>
    <w:rsid w:val="003D6E36"/>
    <w:rsid w:val="003D7E97"/>
    <w:rsid w:val="003E169F"/>
    <w:rsid w:val="003E1997"/>
    <w:rsid w:val="003E1C50"/>
    <w:rsid w:val="003E27DC"/>
    <w:rsid w:val="003E33C9"/>
    <w:rsid w:val="003E43F3"/>
    <w:rsid w:val="003E4454"/>
    <w:rsid w:val="003E4645"/>
    <w:rsid w:val="003E4946"/>
    <w:rsid w:val="003E5620"/>
    <w:rsid w:val="003E6F96"/>
    <w:rsid w:val="003E7B24"/>
    <w:rsid w:val="003E7CDA"/>
    <w:rsid w:val="003F058E"/>
    <w:rsid w:val="003F0FBC"/>
    <w:rsid w:val="003F12B1"/>
    <w:rsid w:val="003F1B25"/>
    <w:rsid w:val="003F2803"/>
    <w:rsid w:val="003F2C58"/>
    <w:rsid w:val="003F30F6"/>
    <w:rsid w:val="003F316E"/>
    <w:rsid w:val="003F3A8F"/>
    <w:rsid w:val="003F3D8A"/>
    <w:rsid w:val="003F4DF2"/>
    <w:rsid w:val="003F57FD"/>
    <w:rsid w:val="003F6824"/>
    <w:rsid w:val="003F6AC6"/>
    <w:rsid w:val="003F7841"/>
    <w:rsid w:val="0040032C"/>
    <w:rsid w:val="00400D9B"/>
    <w:rsid w:val="0040106F"/>
    <w:rsid w:val="00402EE3"/>
    <w:rsid w:val="00403170"/>
    <w:rsid w:val="00404515"/>
    <w:rsid w:val="004048F1"/>
    <w:rsid w:val="00404C5D"/>
    <w:rsid w:val="00405AA1"/>
    <w:rsid w:val="004061A9"/>
    <w:rsid w:val="004069D7"/>
    <w:rsid w:val="00407F6E"/>
    <w:rsid w:val="00410405"/>
    <w:rsid w:val="00410B74"/>
    <w:rsid w:val="00411F90"/>
    <w:rsid w:val="004132AD"/>
    <w:rsid w:val="00413EBE"/>
    <w:rsid w:val="00415510"/>
    <w:rsid w:val="00415689"/>
    <w:rsid w:val="004161E4"/>
    <w:rsid w:val="00416835"/>
    <w:rsid w:val="004168F2"/>
    <w:rsid w:val="00416EC4"/>
    <w:rsid w:val="00417786"/>
    <w:rsid w:val="00417A35"/>
    <w:rsid w:val="00417A3D"/>
    <w:rsid w:val="00420751"/>
    <w:rsid w:val="00421DB5"/>
    <w:rsid w:val="00422752"/>
    <w:rsid w:val="0042541D"/>
    <w:rsid w:val="004256C9"/>
    <w:rsid w:val="00425CDE"/>
    <w:rsid w:val="00426F13"/>
    <w:rsid w:val="00426F5D"/>
    <w:rsid w:val="004270AD"/>
    <w:rsid w:val="004302CB"/>
    <w:rsid w:val="00430CEB"/>
    <w:rsid w:val="00431486"/>
    <w:rsid w:val="00431AA2"/>
    <w:rsid w:val="0043376F"/>
    <w:rsid w:val="004342D5"/>
    <w:rsid w:val="0043463A"/>
    <w:rsid w:val="0043586D"/>
    <w:rsid w:val="004361CC"/>
    <w:rsid w:val="0043699B"/>
    <w:rsid w:val="0043789C"/>
    <w:rsid w:val="00437EE2"/>
    <w:rsid w:val="004401A9"/>
    <w:rsid w:val="00440501"/>
    <w:rsid w:val="004425E6"/>
    <w:rsid w:val="00442C0A"/>
    <w:rsid w:val="00443EB4"/>
    <w:rsid w:val="004456E9"/>
    <w:rsid w:val="00445D47"/>
    <w:rsid w:val="004465EF"/>
    <w:rsid w:val="0044698B"/>
    <w:rsid w:val="004473EA"/>
    <w:rsid w:val="00447FC4"/>
    <w:rsid w:val="00451986"/>
    <w:rsid w:val="00452977"/>
    <w:rsid w:val="004537D2"/>
    <w:rsid w:val="00453EA1"/>
    <w:rsid w:val="00453EB9"/>
    <w:rsid w:val="00453F3E"/>
    <w:rsid w:val="0045442F"/>
    <w:rsid w:val="00456395"/>
    <w:rsid w:val="00460792"/>
    <w:rsid w:val="004610CC"/>
    <w:rsid w:val="0046260A"/>
    <w:rsid w:val="00462DA3"/>
    <w:rsid w:val="00463665"/>
    <w:rsid w:val="00464524"/>
    <w:rsid w:val="00464AA1"/>
    <w:rsid w:val="00465425"/>
    <w:rsid w:val="00465495"/>
    <w:rsid w:val="00465828"/>
    <w:rsid w:val="004663E4"/>
    <w:rsid w:val="004666CD"/>
    <w:rsid w:val="00466BC7"/>
    <w:rsid w:val="00467248"/>
    <w:rsid w:val="004673AA"/>
    <w:rsid w:val="00470204"/>
    <w:rsid w:val="00471177"/>
    <w:rsid w:val="004721C6"/>
    <w:rsid w:val="0047232D"/>
    <w:rsid w:val="00473772"/>
    <w:rsid w:val="0047421D"/>
    <w:rsid w:val="00474C1C"/>
    <w:rsid w:val="00474D94"/>
    <w:rsid w:val="004762F2"/>
    <w:rsid w:val="00477312"/>
    <w:rsid w:val="00480FE3"/>
    <w:rsid w:val="00481256"/>
    <w:rsid w:val="00481461"/>
    <w:rsid w:val="00482977"/>
    <w:rsid w:val="00482EBC"/>
    <w:rsid w:val="00482FA4"/>
    <w:rsid w:val="00484869"/>
    <w:rsid w:val="0048497A"/>
    <w:rsid w:val="004851FF"/>
    <w:rsid w:val="00485216"/>
    <w:rsid w:val="00485248"/>
    <w:rsid w:val="0048556E"/>
    <w:rsid w:val="004864F3"/>
    <w:rsid w:val="004866EA"/>
    <w:rsid w:val="00486863"/>
    <w:rsid w:val="00490D95"/>
    <w:rsid w:val="00490FBD"/>
    <w:rsid w:val="004913CF"/>
    <w:rsid w:val="00492444"/>
    <w:rsid w:val="00492591"/>
    <w:rsid w:val="004925C7"/>
    <w:rsid w:val="00492F73"/>
    <w:rsid w:val="00493488"/>
    <w:rsid w:val="0049361E"/>
    <w:rsid w:val="00494A40"/>
    <w:rsid w:val="00494C68"/>
    <w:rsid w:val="004954C4"/>
    <w:rsid w:val="0049559C"/>
    <w:rsid w:val="0049580A"/>
    <w:rsid w:val="00496060"/>
    <w:rsid w:val="004972FF"/>
    <w:rsid w:val="004A035E"/>
    <w:rsid w:val="004A0D4F"/>
    <w:rsid w:val="004A0DB0"/>
    <w:rsid w:val="004A25D8"/>
    <w:rsid w:val="004A3ABF"/>
    <w:rsid w:val="004A4500"/>
    <w:rsid w:val="004A5523"/>
    <w:rsid w:val="004B04DB"/>
    <w:rsid w:val="004B1F9A"/>
    <w:rsid w:val="004B365F"/>
    <w:rsid w:val="004B3DB7"/>
    <w:rsid w:val="004B4CCB"/>
    <w:rsid w:val="004B5088"/>
    <w:rsid w:val="004B5133"/>
    <w:rsid w:val="004B56AB"/>
    <w:rsid w:val="004B5D28"/>
    <w:rsid w:val="004B64B2"/>
    <w:rsid w:val="004B69DA"/>
    <w:rsid w:val="004B73B2"/>
    <w:rsid w:val="004B7672"/>
    <w:rsid w:val="004B793B"/>
    <w:rsid w:val="004B7F4B"/>
    <w:rsid w:val="004C01EB"/>
    <w:rsid w:val="004C12D9"/>
    <w:rsid w:val="004C14ED"/>
    <w:rsid w:val="004C22EA"/>
    <w:rsid w:val="004C2F2F"/>
    <w:rsid w:val="004C323F"/>
    <w:rsid w:val="004C3C22"/>
    <w:rsid w:val="004C3C46"/>
    <w:rsid w:val="004C3E09"/>
    <w:rsid w:val="004C3EB1"/>
    <w:rsid w:val="004C4532"/>
    <w:rsid w:val="004C4DB9"/>
    <w:rsid w:val="004C57B9"/>
    <w:rsid w:val="004C67AF"/>
    <w:rsid w:val="004C68B4"/>
    <w:rsid w:val="004C77A9"/>
    <w:rsid w:val="004C7B67"/>
    <w:rsid w:val="004D1A07"/>
    <w:rsid w:val="004D3CCD"/>
    <w:rsid w:val="004D5020"/>
    <w:rsid w:val="004D563A"/>
    <w:rsid w:val="004D68C3"/>
    <w:rsid w:val="004D6B8D"/>
    <w:rsid w:val="004E2E47"/>
    <w:rsid w:val="004E4D43"/>
    <w:rsid w:val="004E557A"/>
    <w:rsid w:val="004E72C4"/>
    <w:rsid w:val="004E7DAA"/>
    <w:rsid w:val="004E7DF5"/>
    <w:rsid w:val="004F02A8"/>
    <w:rsid w:val="004F0618"/>
    <w:rsid w:val="004F0E96"/>
    <w:rsid w:val="004F2191"/>
    <w:rsid w:val="004F6B77"/>
    <w:rsid w:val="004F6E64"/>
    <w:rsid w:val="004F6FBF"/>
    <w:rsid w:val="00500806"/>
    <w:rsid w:val="00500AB8"/>
    <w:rsid w:val="00500F67"/>
    <w:rsid w:val="005011F4"/>
    <w:rsid w:val="005013AB"/>
    <w:rsid w:val="00501985"/>
    <w:rsid w:val="00503A1C"/>
    <w:rsid w:val="00503B59"/>
    <w:rsid w:val="005042FB"/>
    <w:rsid w:val="00504460"/>
    <w:rsid w:val="0050453B"/>
    <w:rsid w:val="005048DE"/>
    <w:rsid w:val="00504DAE"/>
    <w:rsid w:val="00506588"/>
    <w:rsid w:val="00506F1A"/>
    <w:rsid w:val="005111F8"/>
    <w:rsid w:val="00512044"/>
    <w:rsid w:val="00512D5A"/>
    <w:rsid w:val="005137E7"/>
    <w:rsid w:val="00513B8B"/>
    <w:rsid w:val="005148AE"/>
    <w:rsid w:val="00514FD8"/>
    <w:rsid w:val="0051560D"/>
    <w:rsid w:val="00520E87"/>
    <w:rsid w:val="005212EE"/>
    <w:rsid w:val="0052200A"/>
    <w:rsid w:val="00522590"/>
    <w:rsid w:val="0052297D"/>
    <w:rsid w:val="00523B15"/>
    <w:rsid w:val="00524953"/>
    <w:rsid w:val="00524AFD"/>
    <w:rsid w:val="00525769"/>
    <w:rsid w:val="00525958"/>
    <w:rsid w:val="005262CE"/>
    <w:rsid w:val="005270A9"/>
    <w:rsid w:val="00531750"/>
    <w:rsid w:val="0053302D"/>
    <w:rsid w:val="00533FAB"/>
    <w:rsid w:val="005346A5"/>
    <w:rsid w:val="00534E9E"/>
    <w:rsid w:val="00536BAA"/>
    <w:rsid w:val="00536C2E"/>
    <w:rsid w:val="00536D3C"/>
    <w:rsid w:val="0053738A"/>
    <w:rsid w:val="00541040"/>
    <w:rsid w:val="00541DE6"/>
    <w:rsid w:val="005420DA"/>
    <w:rsid w:val="005433E7"/>
    <w:rsid w:val="00543CA3"/>
    <w:rsid w:val="00544829"/>
    <w:rsid w:val="00544E58"/>
    <w:rsid w:val="005456F9"/>
    <w:rsid w:val="00546B46"/>
    <w:rsid w:val="0054781E"/>
    <w:rsid w:val="005514A8"/>
    <w:rsid w:val="005519D4"/>
    <w:rsid w:val="00551C5D"/>
    <w:rsid w:val="00551E6F"/>
    <w:rsid w:val="00551EE8"/>
    <w:rsid w:val="00551F4E"/>
    <w:rsid w:val="00552007"/>
    <w:rsid w:val="0055252D"/>
    <w:rsid w:val="005527D3"/>
    <w:rsid w:val="00553DBC"/>
    <w:rsid w:val="00555F41"/>
    <w:rsid w:val="0055660C"/>
    <w:rsid w:val="00556889"/>
    <w:rsid w:val="00556DEC"/>
    <w:rsid w:val="0055738F"/>
    <w:rsid w:val="00557C86"/>
    <w:rsid w:val="00557C89"/>
    <w:rsid w:val="00557E65"/>
    <w:rsid w:val="00560723"/>
    <w:rsid w:val="005607BE"/>
    <w:rsid w:val="00560E91"/>
    <w:rsid w:val="00560F13"/>
    <w:rsid w:val="00562890"/>
    <w:rsid w:val="00565189"/>
    <w:rsid w:val="0056571A"/>
    <w:rsid w:val="0056685A"/>
    <w:rsid w:val="00566D09"/>
    <w:rsid w:val="00567FE8"/>
    <w:rsid w:val="00570091"/>
    <w:rsid w:val="00570A79"/>
    <w:rsid w:val="005718D5"/>
    <w:rsid w:val="00571A1B"/>
    <w:rsid w:val="005720F1"/>
    <w:rsid w:val="00572F88"/>
    <w:rsid w:val="00575C28"/>
    <w:rsid w:val="00575D25"/>
    <w:rsid w:val="00575D55"/>
    <w:rsid w:val="00576749"/>
    <w:rsid w:val="00576C8F"/>
    <w:rsid w:val="00580A49"/>
    <w:rsid w:val="00582269"/>
    <w:rsid w:val="00582853"/>
    <w:rsid w:val="00582FB3"/>
    <w:rsid w:val="00583EFB"/>
    <w:rsid w:val="00583F6E"/>
    <w:rsid w:val="00583F9A"/>
    <w:rsid w:val="005852BD"/>
    <w:rsid w:val="0058589C"/>
    <w:rsid w:val="00585C98"/>
    <w:rsid w:val="00586960"/>
    <w:rsid w:val="00586E38"/>
    <w:rsid w:val="00587A78"/>
    <w:rsid w:val="005901E4"/>
    <w:rsid w:val="00590CA9"/>
    <w:rsid w:val="00595A1C"/>
    <w:rsid w:val="005961DA"/>
    <w:rsid w:val="00596A9E"/>
    <w:rsid w:val="0059767D"/>
    <w:rsid w:val="00597734"/>
    <w:rsid w:val="005A0AD2"/>
    <w:rsid w:val="005A0BEC"/>
    <w:rsid w:val="005A124F"/>
    <w:rsid w:val="005A12B6"/>
    <w:rsid w:val="005A2365"/>
    <w:rsid w:val="005A2758"/>
    <w:rsid w:val="005A27BE"/>
    <w:rsid w:val="005A2BF6"/>
    <w:rsid w:val="005A3391"/>
    <w:rsid w:val="005A3DA8"/>
    <w:rsid w:val="005A459F"/>
    <w:rsid w:val="005A5A11"/>
    <w:rsid w:val="005A5ED5"/>
    <w:rsid w:val="005A61C7"/>
    <w:rsid w:val="005A66CA"/>
    <w:rsid w:val="005A6836"/>
    <w:rsid w:val="005B0228"/>
    <w:rsid w:val="005B2364"/>
    <w:rsid w:val="005B33DF"/>
    <w:rsid w:val="005B39CC"/>
    <w:rsid w:val="005B3BD0"/>
    <w:rsid w:val="005B3F25"/>
    <w:rsid w:val="005B40E5"/>
    <w:rsid w:val="005B42E5"/>
    <w:rsid w:val="005B492C"/>
    <w:rsid w:val="005B4CFB"/>
    <w:rsid w:val="005B5072"/>
    <w:rsid w:val="005B5082"/>
    <w:rsid w:val="005B5296"/>
    <w:rsid w:val="005B6DBE"/>
    <w:rsid w:val="005C03B7"/>
    <w:rsid w:val="005C0543"/>
    <w:rsid w:val="005C0A94"/>
    <w:rsid w:val="005C144B"/>
    <w:rsid w:val="005C16F8"/>
    <w:rsid w:val="005C1738"/>
    <w:rsid w:val="005C2029"/>
    <w:rsid w:val="005C5699"/>
    <w:rsid w:val="005C581C"/>
    <w:rsid w:val="005C754A"/>
    <w:rsid w:val="005C75A1"/>
    <w:rsid w:val="005C7CDB"/>
    <w:rsid w:val="005C7D07"/>
    <w:rsid w:val="005C7DAB"/>
    <w:rsid w:val="005D09E5"/>
    <w:rsid w:val="005D0F1B"/>
    <w:rsid w:val="005D0F6F"/>
    <w:rsid w:val="005D101B"/>
    <w:rsid w:val="005D1125"/>
    <w:rsid w:val="005D2517"/>
    <w:rsid w:val="005D2BE3"/>
    <w:rsid w:val="005D2D15"/>
    <w:rsid w:val="005D303F"/>
    <w:rsid w:val="005D3A4F"/>
    <w:rsid w:val="005D45CB"/>
    <w:rsid w:val="005D5E1F"/>
    <w:rsid w:val="005D7449"/>
    <w:rsid w:val="005D7C8E"/>
    <w:rsid w:val="005E071E"/>
    <w:rsid w:val="005E209F"/>
    <w:rsid w:val="005E2982"/>
    <w:rsid w:val="005E2B0E"/>
    <w:rsid w:val="005E2DB9"/>
    <w:rsid w:val="005E2F76"/>
    <w:rsid w:val="005E3141"/>
    <w:rsid w:val="005E5118"/>
    <w:rsid w:val="005E5580"/>
    <w:rsid w:val="005E569F"/>
    <w:rsid w:val="005E5975"/>
    <w:rsid w:val="005E5A3E"/>
    <w:rsid w:val="005E5C5C"/>
    <w:rsid w:val="005E702D"/>
    <w:rsid w:val="005E7674"/>
    <w:rsid w:val="005F00B6"/>
    <w:rsid w:val="005F064F"/>
    <w:rsid w:val="005F086F"/>
    <w:rsid w:val="005F1088"/>
    <w:rsid w:val="005F1E94"/>
    <w:rsid w:val="005F2041"/>
    <w:rsid w:val="005F2692"/>
    <w:rsid w:val="005F27A7"/>
    <w:rsid w:val="005F2E5B"/>
    <w:rsid w:val="005F3418"/>
    <w:rsid w:val="005F5283"/>
    <w:rsid w:val="005F5306"/>
    <w:rsid w:val="005F599C"/>
    <w:rsid w:val="005F5A1C"/>
    <w:rsid w:val="005F60D7"/>
    <w:rsid w:val="005F63A8"/>
    <w:rsid w:val="005F6BDE"/>
    <w:rsid w:val="005F7500"/>
    <w:rsid w:val="005F7522"/>
    <w:rsid w:val="005F7E30"/>
    <w:rsid w:val="0060138D"/>
    <w:rsid w:val="00602849"/>
    <w:rsid w:val="0060301A"/>
    <w:rsid w:val="00603C33"/>
    <w:rsid w:val="00604AC1"/>
    <w:rsid w:val="00604BC9"/>
    <w:rsid w:val="00604CB7"/>
    <w:rsid w:val="0060614D"/>
    <w:rsid w:val="006066FF"/>
    <w:rsid w:val="00607429"/>
    <w:rsid w:val="0061181D"/>
    <w:rsid w:val="006120B9"/>
    <w:rsid w:val="0061333A"/>
    <w:rsid w:val="006134D7"/>
    <w:rsid w:val="00614682"/>
    <w:rsid w:val="00615752"/>
    <w:rsid w:val="006161A6"/>
    <w:rsid w:val="0061711A"/>
    <w:rsid w:val="00617438"/>
    <w:rsid w:val="00617470"/>
    <w:rsid w:val="00621953"/>
    <w:rsid w:val="006221CC"/>
    <w:rsid w:val="00622939"/>
    <w:rsid w:val="00622A07"/>
    <w:rsid w:val="00623DAE"/>
    <w:rsid w:val="00625DAE"/>
    <w:rsid w:val="00626749"/>
    <w:rsid w:val="006269CC"/>
    <w:rsid w:val="006275B0"/>
    <w:rsid w:val="00627624"/>
    <w:rsid w:val="00627A4F"/>
    <w:rsid w:val="00627D98"/>
    <w:rsid w:val="00630D3F"/>
    <w:rsid w:val="006318D1"/>
    <w:rsid w:val="0063242F"/>
    <w:rsid w:val="00633684"/>
    <w:rsid w:val="00633C68"/>
    <w:rsid w:val="00636B3A"/>
    <w:rsid w:val="00636C0B"/>
    <w:rsid w:val="006411A7"/>
    <w:rsid w:val="006411EE"/>
    <w:rsid w:val="006420A1"/>
    <w:rsid w:val="00642892"/>
    <w:rsid w:val="006444A0"/>
    <w:rsid w:val="00645BF5"/>
    <w:rsid w:val="00646CC5"/>
    <w:rsid w:val="0065199A"/>
    <w:rsid w:val="00651F10"/>
    <w:rsid w:val="00652A66"/>
    <w:rsid w:val="00652A8E"/>
    <w:rsid w:val="00653539"/>
    <w:rsid w:val="00653573"/>
    <w:rsid w:val="00653FA3"/>
    <w:rsid w:val="00654817"/>
    <w:rsid w:val="006550C7"/>
    <w:rsid w:val="00655628"/>
    <w:rsid w:val="00655EE9"/>
    <w:rsid w:val="0065737E"/>
    <w:rsid w:val="006602F7"/>
    <w:rsid w:val="0066085E"/>
    <w:rsid w:val="00660AC5"/>
    <w:rsid w:val="006617F8"/>
    <w:rsid w:val="006624A0"/>
    <w:rsid w:val="00662E94"/>
    <w:rsid w:val="006632AA"/>
    <w:rsid w:val="00663672"/>
    <w:rsid w:val="0066460D"/>
    <w:rsid w:val="00664710"/>
    <w:rsid w:val="00665213"/>
    <w:rsid w:val="00665446"/>
    <w:rsid w:val="006669CF"/>
    <w:rsid w:val="00666AFB"/>
    <w:rsid w:val="00667A20"/>
    <w:rsid w:val="00670694"/>
    <w:rsid w:val="0067097A"/>
    <w:rsid w:val="00670C6A"/>
    <w:rsid w:val="006710BE"/>
    <w:rsid w:val="00671C3D"/>
    <w:rsid w:val="00673AFE"/>
    <w:rsid w:val="00673F1A"/>
    <w:rsid w:val="0067411C"/>
    <w:rsid w:val="00674D2B"/>
    <w:rsid w:val="00675C3C"/>
    <w:rsid w:val="0067649E"/>
    <w:rsid w:val="006765C6"/>
    <w:rsid w:val="00676AFF"/>
    <w:rsid w:val="00680837"/>
    <w:rsid w:val="006810FE"/>
    <w:rsid w:val="006814E4"/>
    <w:rsid w:val="00682E6F"/>
    <w:rsid w:val="00683045"/>
    <w:rsid w:val="00684317"/>
    <w:rsid w:val="00684495"/>
    <w:rsid w:val="0068464C"/>
    <w:rsid w:val="00684690"/>
    <w:rsid w:val="00684FD4"/>
    <w:rsid w:val="006859D5"/>
    <w:rsid w:val="00685D35"/>
    <w:rsid w:val="00686EDE"/>
    <w:rsid w:val="00687999"/>
    <w:rsid w:val="00690D91"/>
    <w:rsid w:val="006918B9"/>
    <w:rsid w:val="00691B18"/>
    <w:rsid w:val="006939D5"/>
    <w:rsid w:val="00693C28"/>
    <w:rsid w:val="00693EEE"/>
    <w:rsid w:val="006947D6"/>
    <w:rsid w:val="0069529F"/>
    <w:rsid w:val="00695B87"/>
    <w:rsid w:val="00695F05"/>
    <w:rsid w:val="006963F9"/>
    <w:rsid w:val="006964FE"/>
    <w:rsid w:val="00696BD6"/>
    <w:rsid w:val="0069747B"/>
    <w:rsid w:val="006A052C"/>
    <w:rsid w:val="006A093B"/>
    <w:rsid w:val="006A0A92"/>
    <w:rsid w:val="006A0BB9"/>
    <w:rsid w:val="006A12A9"/>
    <w:rsid w:val="006A23C3"/>
    <w:rsid w:val="006A2930"/>
    <w:rsid w:val="006A322B"/>
    <w:rsid w:val="006A3446"/>
    <w:rsid w:val="006A3B34"/>
    <w:rsid w:val="006A68F5"/>
    <w:rsid w:val="006A6DB9"/>
    <w:rsid w:val="006B06EE"/>
    <w:rsid w:val="006B0951"/>
    <w:rsid w:val="006B1DDC"/>
    <w:rsid w:val="006B241D"/>
    <w:rsid w:val="006B3600"/>
    <w:rsid w:val="006B3A06"/>
    <w:rsid w:val="006B4109"/>
    <w:rsid w:val="006B4151"/>
    <w:rsid w:val="006B47B9"/>
    <w:rsid w:val="006B53F3"/>
    <w:rsid w:val="006B6089"/>
    <w:rsid w:val="006B6298"/>
    <w:rsid w:val="006B65ED"/>
    <w:rsid w:val="006B6A47"/>
    <w:rsid w:val="006C00D8"/>
    <w:rsid w:val="006C0653"/>
    <w:rsid w:val="006C09E2"/>
    <w:rsid w:val="006C0A33"/>
    <w:rsid w:val="006C0BA3"/>
    <w:rsid w:val="006C0FEA"/>
    <w:rsid w:val="006C114D"/>
    <w:rsid w:val="006C1A43"/>
    <w:rsid w:val="006C28E0"/>
    <w:rsid w:val="006C2FFF"/>
    <w:rsid w:val="006C322C"/>
    <w:rsid w:val="006C41F0"/>
    <w:rsid w:val="006C5EE8"/>
    <w:rsid w:val="006C625B"/>
    <w:rsid w:val="006C65D8"/>
    <w:rsid w:val="006C71FD"/>
    <w:rsid w:val="006C734D"/>
    <w:rsid w:val="006C7D4A"/>
    <w:rsid w:val="006D18A6"/>
    <w:rsid w:val="006D1ABA"/>
    <w:rsid w:val="006D2C6B"/>
    <w:rsid w:val="006D34D6"/>
    <w:rsid w:val="006D4772"/>
    <w:rsid w:val="006D50FE"/>
    <w:rsid w:val="006D7B23"/>
    <w:rsid w:val="006E0F1B"/>
    <w:rsid w:val="006E2250"/>
    <w:rsid w:val="006E2696"/>
    <w:rsid w:val="006E27DE"/>
    <w:rsid w:val="006E3599"/>
    <w:rsid w:val="006E3645"/>
    <w:rsid w:val="006E43CA"/>
    <w:rsid w:val="006E54CD"/>
    <w:rsid w:val="006E58C1"/>
    <w:rsid w:val="006E5E76"/>
    <w:rsid w:val="006E63B7"/>
    <w:rsid w:val="006E74C5"/>
    <w:rsid w:val="006E7D5F"/>
    <w:rsid w:val="006F091D"/>
    <w:rsid w:val="006F111B"/>
    <w:rsid w:val="006F2E0C"/>
    <w:rsid w:val="006F40B1"/>
    <w:rsid w:val="006F464B"/>
    <w:rsid w:val="006F46A9"/>
    <w:rsid w:val="006F5348"/>
    <w:rsid w:val="006F5705"/>
    <w:rsid w:val="006F6428"/>
    <w:rsid w:val="006F6DE0"/>
    <w:rsid w:val="006F7148"/>
    <w:rsid w:val="007009F1"/>
    <w:rsid w:val="00700C54"/>
    <w:rsid w:val="00700FD1"/>
    <w:rsid w:val="0070214C"/>
    <w:rsid w:val="007041A9"/>
    <w:rsid w:val="00704EDC"/>
    <w:rsid w:val="00705805"/>
    <w:rsid w:val="00705A41"/>
    <w:rsid w:val="00706386"/>
    <w:rsid w:val="007068DF"/>
    <w:rsid w:val="00706F96"/>
    <w:rsid w:val="00706F97"/>
    <w:rsid w:val="0070765C"/>
    <w:rsid w:val="00707BEE"/>
    <w:rsid w:val="00710D5D"/>
    <w:rsid w:val="007118CF"/>
    <w:rsid w:val="0071263F"/>
    <w:rsid w:val="00712F66"/>
    <w:rsid w:val="0071320E"/>
    <w:rsid w:val="00713A85"/>
    <w:rsid w:val="00713B8F"/>
    <w:rsid w:val="00713B94"/>
    <w:rsid w:val="00716BF4"/>
    <w:rsid w:val="00717780"/>
    <w:rsid w:val="00720902"/>
    <w:rsid w:val="00720D2A"/>
    <w:rsid w:val="0072124D"/>
    <w:rsid w:val="00721DB5"/>
    <w:rsid w:val="0072503C"/>
    <w:rsid w:val="00725D32"/>
    <w:rsid w:val="00726E28"/>
    <w:rsid w:val="00726E8C"/>
    <w:rsid w:val="007271A3"/>
    <w:rsid w:val="0072759C"/>
    <w:rsid w:val="007278AB"/>
    <w:rsid w:val="00730173"/>
    <w:rsid w:val="00731591"/>
    <w:rsid w:val="0073172A"/>
    <w:rsid w:val="0073218B"/>
    <w:rsid w:val="0073368A"/>
    <w:rsid w:val="0073369B"/>
    <w:rsid w:val="007336CE"/>
    <w:rsid w:val="007336E0"/>
    <w:rsid w:val="0073374A"/>
    <w:rsid w:val="00734456"/>
    <w:rsid w:val="00734F52"/>
    <w:rsid w:val="00735536"/>
    <w:rsid w:val="007404FF"/>
    <w:rsid w:val="007412B3"/>
    <w:rsid w:val="00742248"/>
    <w:rsid w:val="00742534"/>
    <w:rsid w:val="007432D0"/>
    <w:rsid w:val="007436D1"/>
    <w:rsid w:val="007449F0"/>
    <w:rsid w:val="007453B2"/>
    <w:rsid w:val="00746E6E"/>
    <w:rsid w:val="0074724B"/>
    <w:rsid w:val="007501EE"/>
    <w:rsid w:val="00750709"/>
    <w:rsid w:val="00751CC2"/>
    <w:rsid w:val="00752806"/>
    <w:rsid w:val="007540EF"/>
    <w:rsid w:val="00755712"/>
    <w:rsid w:val="007557EB"/>
    <w:rsid w:val="00755846"/>
    <w:rsid w:val="00756135"/>
    <w:rsid w:val="007561BF"/>
    <w:rsid w:val="00756359"/>
    <w:rsid w:val="00757BC9"/>
    <w:rsid w:val="00760013"/>
    <w:rsid w:val="00760830"/>
    <w:rsid w:val="007609ED"/>
    <w:rsid w:val="00761859"/>
    <w:rsid w:val="007618C3"/>
    <w:rsid w:val="007626CD"/>
    <w:rsid w:val="00762F12"/>
    <w:rsid w:val="007631D3"/>
    <w:rsid w:val="007652A5"/>
    <w:rsid w:val="00765F9D"/>
    <w:rsid w:val="0076632C"/>
    <w:rsid w:val="00766675"/>
    <w:rsid w:val="00766ABD"/>
    <w:rsid w:val="00767051"/>
    <w:rsid w:val="0076782C"/>
    <w:rsid w:val="00767B38"/>
    <w:rsid w:val="00767E3E"/>
    <w:rsid w:val="00770F16"/>
    <w:rsid w:val="00771162"/>
    <w:rsid w:val="00771E75"/>
    <w:rsid w:val="00773B2B"/>
    <w:rsid w:val="00773B7E"/>
    <w:rsid w:val="00774E5D"/>
    <w:rsid w:val="00775D01"/>
    <w:rsid w:val="007776F9"/>
    <w:rsid w:val="00777821"/>
    <w:rsid w:val="00777FEB"/>
    <w:rsid w:val="0078044E"/>
    <w:rsid w:val="00780716"/>
    <w:rsid w:val="00780843"/>
    <w:rsid w:val="00781A66"/>
    <w:rsid w:val="00781FDC"/>
    <w:rsid w:val="00782198"/>
    <w:rsid w:val="007822CB"/>
    <w:rsid w:val="007826F6"/>
    <w:rsid w:val="00782A29"/>
    <w:rsid w:val="007839CC"/>
    <w:rsid w:val="00783A25"/>
    <w:rsid w:val="00785AF8"/>
    <w:rsid w:val="00785C69"/>
    <w:rsid w:val="00786983"/>
    <w:rsid w:val="00787092"/>
    <w:rsid w:val="00787D2A"/>
    <w:rsid w:val="0079167C"/>
    <w:rsid w:val="00791859"/>
    <w:rsid w:val="00791F48"/>
    <w:rsid w:val="00792C2F"/>
    <w:rsid w:val="00793995"/>
    <w:rsid w:val="00793CB8"/>
    <w:rsid w:val="00794562"/>
    <w:rsid w:val="00795A4C"/>
    <w:rsid w:val="00795E07"/>
    <w:rsid w:val="007972B4"/>
    <w:rsid w:val="00797C1B"/>
    <w:rsid w:val="00797F1F"/>
    <w:rsid w:val="007A08CD"/>
    <w:rsid w:val="007A14F8"/>
    <w:rsid w:val="007A1959"/>
    <w:rsid w:val="007A20D6"/>
    <w:rsid w:val="007A3F92"/>
    <w:rsid w:val="007A51DD"/>
    <w:rsid w:val="007A5B2A"/>
    <w:rsid w:val="007A6D37"/>
    <w:rsid w:val="007A7267"/>
    <w:rsid w:val="007A7AEB"/>
    <w:rsid w:val="007A7FF5"/>
    <w:rsid w:val="007B029F"/>
    <w:rsid w:val="007B19BF"/>
    <w:rsid w:val="007B202D"/>
    <w:rsid w:val="007B28B4"/>
    <w:rsid w:val="007B2F6B"/>
    <w:rsid w:val="007B328D"/>
    <w:rsid w:val="007B3F6A"/>
    <w:rsid w:val="007B4BE2"/>
    <w:rsid w:val="007B5073"/>
    <w:rsid w:val="007B6565"/>
    <w:rsid w:val="007B76E4"/>
    <w:rsid w:val="007C0137"/>
    <w:rsid w:val="007C04D8"/>
    <w:rsid w:val="007C06AF"/>
    <w:rsid w:val="007C0B7E"/>
    <w:rsid w:val="007C17E7"/>
    <w:rsid w:val="007C29BA"/>
    <w:rsid w:val="007C41CD"/>
    <w:rsid w:val="007C4AA3"/>
    <w:rsid w:val="007C51F7"/>
    <w:rsid w:val="007C62F9"/>
    <w:rsid w:val="007C631F"/>
    <w:rsid w:val="007C7285"/>
    <w:rsid w:val="007C73A9"/>
    <w:rsid w:val="007D0D80"/>
    <w:rsid w:val="007D10CB"/>
    <w:rsid w:val="007D13B0"/>
    <w:rsid w:val="007D1720"/>
    <w:rsid w:val="007D2D14"/>
    <w:rsid w:val="007D3124"/>
    <w:rsid w:val="007D3705"/>
    <w:rsid w:val="007D37A4"/>
    <w:rsid w:val="007D5594"/>
    <w:rsid w:val="007D5F35"/>
    <w:rsid w:val="007D680D"/>
    <w:rsid w:val="007D6A8C"/>
    <w:rsid w:val="007D7F89"/>
    <w:rsid w:val="007E0BFE"/>
    <w:rsid w:val="007E1AD0"/>
    <w:rsid w:val="007E1C5F"/>
    <w:rsid w:val="007E2D89"/>
    <w:rsid w:val="007E43B3"/>
    <w:rsid w:val="007E451F"/>
    <w:rsid w:val="007E4CE5"/>
    <w:rsid w:val="007E4F36"/>
    <w:rsid w:val="007E503E"/>
    <w:rsid w:val="007E52F3"/>
    <w:rsid w:val="007E5736"/>
    <w:rsid w:val="007E653D"/>
    <w:rsid w:val="007E6724"/>
    <w:rsid w:val="007E675A"/>
    <w:rsid w:val="007E7675"/>
    <w:rsid w:val="007E7710"/>
    <w:rsid w:val="007F0167"/>
    <w:rsid w:val="007F103E"/>
    <w:rsid w:val="007F2F84"/>
    <w:rsid w:val="007F3273"/>
    <w:rsid w:val="007F3453"/>
    <w:rsid w:val="007F37F7"/>
    <w:rsid w:val="007F3FCD"/>
    <w:rsid w:val="007F5D93"/>
    <w:rsid w:val="00800B67"/>
    <w:rsid w:val="00800F08"/>
    <w:rsid w:val="00800F0F"/>
    <w:rsid w:val="00801116"/>
    <w:rsid w:val="0080129D"/>
    <w:rsid w:val="0080141A"/>
    <w:rsid w:val="00801431"/>
    <w:rsid w:val="00801B4F"/>
    <w:rsid w:val="0080242E"/>
    <w:rsid w:val="00805744"/>
    <w:rsid w:val="00805E53"/>
    <w:rsid w:val="008068A5"/>
    <w:rsid w:val="008074E5"/>
    <w:rsid w:val="00810495"/>
    <w:rsid w:val="0081105A"/>
    <w:rsid w:val="0081238A"/>
    <w:rsid w:val="00812BC2"/>
    <w:rsid w:val="00812DBD"/>
    <w:rsid w:val="00813187"/>
    <w:rsid w:val="008133D1"/>
    <w:rsid w:val="00813D1D"/>
    <w:rsid w:val="008143E6"/>
    <w:rsid w:val="00815868"/>
    <w:rsid w:val="00816E53"/>
    <w:rsid w:val="00816F1C"/>
    <w:rsid w:val="00820129"/>
    <w:rsid w:val="00820D9D"/>
    <w:rsid w:val="00822783"/>
    <w:rsid w:val="0082342D"/>
    <w:rsid w:val="008237CF"/>
    <w:rsid w:val="00823AEF"/>
    <w:rsid w:val="00823C56"/>
    <w:rsid w:val="00824754"/>
    <w:rsid w:val="00826C6D"/>
    <w:rsid w:val="00826E8D"/>
    <w:rsid w:val="00827F74"/>
    <w:rsid w:val="008300AB"/>
    <w:rsid w:val="00830D17"/>
    <w:rsid w:val="00832289"/>
    <w:rsid w:val="00832738"/>
    <w:rsid w:val="00832E12"/>
    <w:rsid w:val="00832EED"/>
    <w:rsid w:val="00835521"/>
    <w:rsid w:val="00835602"/>
    <w:rsid w:val="0083561E"/>
    <w:rsid w:val="00837188"/>
    <w:rsid w:val="00837581"/>
    <w:rsid w:val="00840D97"/>
    <w:rsid w:val="008439E5"/>
    <w:rsid w:val="0084435C"/>
    <w:rsid w:val="00844A3B"/>
    <w:rsid w:val="00844EA6"/>
    <w:rsid w:val="00845AA3"/>
    <w:rsid w:val="00845AF7"/>
    <w:rsid w:val="00845CD5"/>
    <w:rsid w:val="00845DE8"/>
    <w:rsid w:val="00845F3B"/>
    <w:rsid w:val="008464C6"/>
    <w:rsid w:val="00846B13"/>
    <w:rsid w:val="00847FB3"/>
    <w:rsid w:val="008508A1"/>
    <w:rsid w:val="00850DD0"/>
    <w:rsid w:val="008510F7"/>
    <w:rsid w:val="00851E75"/>
    <w:rsid w:val="008521C3"/>
    <w:rsid w:val="008527B1"/>
    <w:rsid w:val="00852D37"/>
    <w:rsid w:val="00852D3B"/>
    <w:rsid w:val="00852E85"/>
    <w:rsid w:val="008533F0"/>
    <w:rsid w:val="008538D4"/>
    <w:rsid w:val="00854EDD"/>
    <w:rsid w:val="008578E1"/>
    <w:rsid w:val="00857F7F"/>
    <w:rsid w:val="008602AC"/>
    <w:rsid w:val="00861159"/>
    <w:rsid w:val="008614BC"/>
    <w:rsid w:val="00861E79"/>
    <w:rsid w:val="008620C2"/>
    <w:rsid w:val="008624A1"/>
    <w:rsid w:val="00862636"/>
    <w:rsid w:val="008648B2"/>
    <w:rsid w:val="00864933"/>
    <w:rsid w:val="00864BFC"/>
    <w:rsid w:val="00865ABD"/>
    <w:rsid w:val="00866320"/>
    <w:rsid w:val="008668B8"/>
    <w:rsid w:val="0086694C"/>
    <w:rsid w:val="00866D46"/>
    <w:rsid w:val="0087017F"/>
    <w:rsid w:val="00870A04"/>
    <w:rsid w:val="00870E82"/>
    <w:rsid w:val="00871ABA"/>
    <w:rsid w:val="0087255B"/>
    <w:rsid w:val="00873C70"/>
    <w:rsid w:val="008759F0"/>
    <w:rsid w:val="00875EF0"/>
    <w:rsid w:val="0087656F"/>
    <w:rsid w:val="00876778"/>
    <w:rsid w:val="00876E0F"/>
    <w:rsid w:val="00876EB5"/>
    <w:rsid w:val="00877609"/>
    <w:rsid w:val="00877CC0"/>
    <w:rsid w:val="008812F6"/>
    <w:rsid w:val="00881BA0"/>
    <w:rsid w:val="00881BE5"/>
    <w:rsid w:val="00882310"/>
    <w:rsid w:val="00883CF0"/>
    <w:rsid w:val="0088402C"/>
    <w:rsid w:val="00885891"/>
    <w:rsid w:val="008871D3"/>
    <w:rsid w:val="008874E8"/>
    <w:rsid w:val="00887B50"/>
    <w:rsid w:val="00887DBB"/>
    <w:rsid w:val="00891D42"/>
    <w:rsid w:val="00892257"/>
    <w:rsid w:val="00894A19"/>
    <w:rsid w:val="00894F3E"/>
    <w:rsid w:val="008955BD"/>
    <w:rsid w:val="00895E2C"/>
    <w:rsid w:val="00896766"/>
    <w:rsid w:val="00897831"/>
    <w:rsid w:val="00897A9B"/>
    <w:rsid w:val="00897F35"/>
    <w:rsid w:val="008A0176"/>
    <w:rsid w:val="008A0BE4"/>
    <w:rsid w:val="008A18FC"/>
    <w:rsid w:val="008A1E67"/>
    <w:rsid w:val="008A2B0F"/>
    <w:rsid w:val="008A2D71"/>
    <w:rsid w:val="008A5115"/>
    <w:rsid w:val="008A511D"/>
    <w:rsid w:val="008A53CF"/>
    <w:rsid w:val="008A711F"/>
    <w:rsid w:val="008A745C"/>
    <w:rsid w:val="008B007C"/>
    <w:rsid w:val="008B089F"/>
    <w:rsid w:val="008B0963"/>
    <w:rsid w:val="008B0EC5"/>
    <w:rsid w:val="008B0F2A"/>
    <w:rsid w:val="008B2462"/>
    <w:rsid w:val="008B2799"/>
    <w:rsid w:val="008B5052"/>
    <w:rsid w:val="008B57FC"/>
    <w:rsid w:val="008B6258"/>
    <w:rsid w:val="008B6EE5"/>
    <w:rsid w:val="008B70A6"/>
    <w:rsid w:val="008B7544"/>
    <w:rsid w:val="008B7C44"/>
    <w:rsid w:val="008B7F3A"/>
    <w:rsid w:val="008C040D"/>
    <w:rsid w:val="008C0EF4"/>
    <w:rsid w:val="008C132A"/>
    <w:rsid w:val="008C37D2"/>
    <w:rsid w:val="008C4589"/>
    <w:rsid w:val="008C4D73"/>
    <w:rsid w:val="008C612A"/>
    <w:rsid w:val="008C643F"/>
    <w:rsid w:val="008C6E85"/>
    <w:rsid w:val="008C700B"/>
    <w:rsid w:val="008C7B60"/>
    <w:rsid w:val="008C7CDE"/>
    <w:rsid w:val="008D025C"/>
    <w:rsid w:val="008D1141"/>
    <w:rsid w:val="008D1202"/>
    <w:rsid w:val="008D16EF"/>
    <w:rsid w:val="008D2516"/>
    <w:rsid w:val="008D2820"/>
    <w:rsid w:val="008D37E4"/>
    <w:rsid w:val="008D4C72"/>
    <w:rsid w:val="008D5512"/>
    <w:rsid w:val="008D6D0A"/>
    <w:rsid w:val="008D7DCB"/>
    <w:rsid w:val="008E0759"/>
    <w:rsid w:val="008E0C1A"/>
    <w:rsid w:val="008E0C7C"/>
    <w:rsid w:val="008E10D1"/>
    <w:rsid w:val="008E1BFE"/>
    <w:rsid w:val="008E23D8"/>
    <w:rsid w:val="008E266F"/>
    <w:rsid w:val="008E279C"/>
    <w:rsid w:val="008E328F"/>
    <w:rsid w:val="008E3369"/>
    <w:rsid w:val="008E4BF4"/>
    <w:rsid w:val="008E4C54"/>
    <w:rsid w:val="008E556D"/>
    <w:rsid w:val="008E5ACA"/>
    <w:rsid w:val="008E61F7"/>
    <w:rsid w:val="008E7DB3"/>
    <w:rsid w:val="008E7ED8"/>
    <w:rsid w:val="008F002B"/>
    <w:rsid w:val="008F008C"/>
    <w:rsid w:val="008F00BF"/>
    <w:rsid w:val="008F01E0"/>
    <w:rsid w:val="008F0654"/>
    <w:rsid w:val="008F0945"/>
    <w:rsid w:val="008F1316"/>
    <w:rsid w:val="008F2463"/>
    <w:rsid w:val="008F27A5"/>
    <w:rsid w:val="008F3436"/>
    <w:rsid w:val="008F3A4B"/>
    <w:rsid w:val="008F3EA0"/>
    <w:rsid w:val="008F4AC8"/>
    <w:rsid w:val="008F5415"/>
    <w:rsid w:val="008F5765"/>
    <w:rsid w:val="008F656C"/>
    <w:rsid w:val="008F74D5"/>
    <w:rsid w:val="00900566"/>
    <w:rsid w:val="0090166E"/>
    <w:rsid w:val="0090182B"/>
    <w:rsid w:val="0090200E"/>
    <w:rsid w:val="0090223C"/>
    <w:rsid w:val="00902505"/>
    <w:rsid w:val="00903E52"/>
    <w:rsid w:val="009043D1"/>
    <w:rsid w:val="00904D2A"/>
    <w:rsid w:val="00904D63"/>
    <w:rsid w:val="009063CD"/>
    <w:rsid w:val="00910E9B"/>
    <w:rsid w:val="00911032"/>
    <w:rsid w:val="00911109"/>
    <w:rsid w:val="0091130B"/>
    <w:rsid w:val="009115B9"/>
    <w:rsid w:val="00912672"/>
    <w:rsid w:val="00912C2C"/>
    <w:rsid w:val="00913549"/>
    <w:rsid w:val="00913C05"/>
    <w:rsid w:val="00913D16"/>
    <w:rsid w:val="00913ED0"/>
    <w:rsid w:val="0091487B"/>
    <w:rsid w:val="00914D7E"/>
    <w:rsid w:val="00914EF8"/>
    <w:rsid w:val="00914F4E"/>
    <w:rsid w:val="0091532A"/>
    <w:rsid w:val="009156D3"/>
    <w:rsid w:val="00916F2B"/>
    <w:rsid w:val="0091748D"/>
    <w:rsid w:val="00917957"/>
    <w:rsid w:val="00917AA8"/>
    <w:rsid w:val="00920265"/>
    <w:rsid w:val="00920DF5"/>
    <w:rsid w:val="00921162"/>
    <w:rsid w:val="00921186"/>
    <w:rsid w:val="009211C1"/>
    <w:rsid w:val="009218AA"/>
    <w:rsid w:val="00921F79"/>
    <w:rsid w:val="00924851"/>
    <w:rsid w:val="0092551C"/>
    <w:rsid w:val="0092696D"/>
    <w:rsid w:val="00926A40"/>
    <w:rsid w:val="0092764B"/>
    <w:rsid w:val="009302C1"/>
    <w:rsid w:val="00930340"/>
    <w:rsid w:val="00930961"/>
    <w:rsid w:val="00930EC8"/>
    <w:rsid w:val="00931AF2"/>
    <w:rsid w:val="00931B2E"/>
    <w:rsid w:val="00934446"/>
    <w:rsid w:val="00936D5C"/>
    <w:rsid w:val="009374CB"/>
    <w:rsid w:val="00940AC1"/>
    <w:rsid w:val="00940B36"/>
    <w:rsid w:val="0094172D"/>
    <w:rsid w:val="00941C35"/>
    <w:rsid w:val="00941EA9"/>
    <w:rsid w:val="00941FE4"/>
    <w:rsid w:val="00942C07"/>
    <w:rsid w:val="00942C5B"/>
    <w:rsid w:val="009435C3"/>
    <w:rsid w:val="00944ADD"/>
    <w:rsid w:val="00945BA7"/>
    <w:rsid w:val="00945BCC"/>
    <w:rsid w:val="0094636C"/>
    <w:rsid w:val="009468C6"/>
    <w:rsid w:val="009503EF"/>
    <w:rsid w:val="009505BF"/>
    <w:rsid w:val="0095072F"/>
    <w:rsid w:val="00956631"/>
    <w:rsid w:val="009569DD"/>
    <w:rsid w:val="00957F24"/>
    <w:rsid w:val="0096033A"/>
    <w:rsid w:val="009604D0"/>
    <w:rsid w:val="009618E9"/>
    <w:rsid w:val="00961F13"/>
    <w:rsid w:val="00962668"/>
    <w:rsid w:val="009626F8"/>
    <w:rsid w:val="00962BDA"/>
    <w:rsid w:val="009639B5"/>
    <w:rsid w:val="009642C7"/>
    <w:rsid w:val="009646B9"/>
    <w:rsid w:val="00964C50"/>
    <w:rsid w:val="00964F45"/>
    <w:rsid w:val="00966C06"/>
    <w:rsid w:val="00967829"/>
    <w:rsid w:val="00967CF9"/>
    <w:rsid w:val="00970FA9"/>
    <w:rsid w:val="009711CA"/>
    <w:rsid w:val="00971200"/>
    <w:rsid w:val="00971B10"/>
    <w:rsid w:val="00972209"/>
    <w:rsid w:val="009729A6"/>
    <w:rsid w:val="00973290"/>
    <w:rsid w:val="00973A5E"/>
    <w:rsid w:val="0097472D"/>
    <w:rsid w:val="00974CB3"/>
    <w:rsid w:val="00975902"/>
    <w:rsid w:val="00975A7D"/>
    <w:rsid w:val="009770E9"/>
    <w:rsid w:val="009808DE"/>
    <w:rsid w:val="0098198E"/>
    <w:rsid w:val="009820C6"/>
    <w:rsid w:val="00982356"/>
    <w:rsid w:val="00982DF0"/>
    <w:rsid w:val="00982F10"/>
    <w:rsid w:val="009838E0"/>
    <w:rsid w:val="00983AB1"/>
    <w:rsid w:val="00983EC4"/>
    <w:rsid w:val="00984E4E"/>
    <w:rsid w:val="0098528B"/>
    <w:rsid w:val="00985593"/>
    <w:rsid w:val="00986AC1"/>
    <w:rsid w:val="0099004C"/>
    <w:rsid w:val="009913DA"/>
    <w:rsid w:val="00991964"/>
    <w:rsid w:val="009919AB"/>
    <w:rsid w:val="009921CF"/>
    <w:rsid w:val="009922AB"/>
    <w:rsid w:val="009927AE"/>
    <w:rsid w:val="0099321C"/>
    <w:rsid w:val="00993366"/>
    <w:rsid w:val="00994B79"/>
    <w:rsid w:val="00995184"/>
    <w:rsid w:val="009956C5"/>
    <w:rsid w:val="009969F8"/>
    <w:rsid w:val="00996BC7"/>
    <w:rsid w:val="00996EEA"/>
    <w:rsid w:val="00997098"/>
    <w:rsid w:val="0099728B"/>
    <w:rsid w:val="009A15D6"/>
    <w:rsid w:val="009A187D"/>
    <w:rsid w:val="009A3463"/>
    <w:rsid w:val="009A46F0"/>
    <w:rsid w:val="009A4F48"/>
    <w:rsid w:val="009A5269"/>
    <w:rsid w:val="009A52D6"/>
    <w:rsid w:val="009A531E"/>
    <w:rsid w:val="009A5407"/>
    <w:rsid w:val="009A54DC"/>
    <w:rsid w:val="009A611A"/>
    <w:rsid w:val="009A6B8C"/>
    <w:rsid w:val="009A6BE5"/>
    <w:rsid w:val="009A7096"/>
    <w:rsid w:val="009A73B3"/>
    <w:rsid w:val="009A7D8C"/>
    <w:rsid w:val="009B0A35"/>
    <w:rsid w:val="009B1597"/>
    <w:rsid w:val="009B181F"/>
    <w:rsid w:val="009B23A5"/>
    <w:rsid w:val="009B2427"/>
    <w:rsid w:val="009B27E6"/>
    <w:rsid w:val="009B3008"/>
    <w:rsid w:val="009B4152"/>
    <w:rsid w:val="009B52F0"/>
    <w:rsid w:val="009B7240"/>
    <w:rsid w:val="009C02D8"/>
    <w:rsid w:val="009C353E"/>
    <w:rsid w:val="009C7062"/>
    <w:rsid w:val="009C78D8"/>
    <w:rsid w:val="009D0EFD"/>
    <w:rsid w:val="009D140C"/>
    <w:rsid w:val="009D1D35"/>
    <w:rsid w:val="009D2B38"/>
    <w:rsid w:val="009D306D"/>
    <w:rsid w:val="009D3D22"/>
    <w:rsid w:val="009D455E"/>
    <w:rsid w:val="009D521B"/>
    <w:rsid w:val="009D52D9"/>
    <w:rsid w:val="009D659D"/>
    <w:rsid w:val="009D74FA"/>
    <w:rsid w:val="009D7EDE"/>
    <w:rsid w:val="009D7F0F"/>
    <w:rsid w:val="009D7F23"/>
    <w:rsid w:val="009E0D74"/>
    <w:rsid w:val="009E108D"/>
    <w:rsid w:val="009E2AF2"/>
    <w:rsid w:val="009E2D6C"/>
    <w:rsid w:val="009E3E37"/>
    <w:rsid w:val="009E53E2"/>
    <w:rsid w:val="009E56E8"/>
    <w:rsid w:val="009E5C4B"/>
    <w:rsid w:val="009E6639"/>
    <w:rsid w:val="009E72F9"/>
    <w:rsid w:val="009F0167"/>
    <w:rsid w:val="009F043A"/>
    <w:rsid w:val="009F04CD"/>
    <w:rsid w:val="009F058D"/>
    <w:rsid w:val="009F0C5E"/>
    <w:rsid w:val="009F151E"/>
    <w:rsid w:val="009F4B32"/>
    <w:rsid w:val="009F4FAA"/>
    <w:rsid w:val="009F68B4"/>
    <w:rsid w:val="009F6B88"/>
    <w:rsid w:val="009F794F"/>
    <w:rsid w:val="00A011B5"/>
    <w:rsid w:val="00A016AE"/>
    <w:rsid w:val="00A01828"/>
    <w:rsid w:val="00A032E7"/>
    <w:rsid w:val="00A037B1"/>
    <w:rsid w:val="00A0536B"/>
    <w:rsid w:val="00A05847"/>
    <w:rsid w:val="00A05857"/>
    <w:rsid w:val="00A05DB0"/>
    <w:rsid w:val="00A0674F"/>
    <w:rsid w:val="00A06A26"/>
    <w:rsid w:val="00A07E96"/>
    <w:rsid w:val="00A109ED"/>
    <w:rsid w:val="00A11003"/>
    <w:rsid w:val="00A11007"/>
    <w:rsid w:val="00A11166"/>
    <w:rsid w:val="00A116B8"/>
    <w:rsid w:val="00A13679"/>
    <w:rsid w:val="00A14A92"/>
    <w:rsid w:val="00A14AF5"/>
    <w:rsid w:val="00A1548C"/>
    <w:rsid w:val="00A16E3A"/>
    <w:rsid w:val="00A1781F"/>
    <w:rsid w:val="00A17C67"/>
    <w:rsid w:val="00A2006A"/>
    <w:rsid w:val="00A2070B"/>
    <w:rsid w:val="00A21316"/>
    <w:rsid w:val="00A21333"/>
    <w:rsid w:val="00A21C71"/>
    <w:rsid w:val="00A21F5E"/>
    <w:rsid w:val="00A23035"/>
    <w:rsid w:val="00A2348E"/>
    <w:rsid w:val="00A244D2"/>
    <w:rsid w:val="00A2481E"/>
    <w:rsid w:val="00A248C9"/>
    <w:rsid w:val="00A26194"/>
    <w:rsid w:val="00A26871"/>
    <w:rsid w:val="00A26A14"/>
    <w:rsid w:val="00A27C40"/>
    <w:rsid w:val="00A27C55"/>
    <w:rsid w:val="00A27F6A"/>
    <w:rsid w:val="00A30437"/>
    <w:rsid w:val="00A30573"/>
    <w:rsid w:val="00A31FC6"/>
    <w:rsid w:val="00A321D1"/>
    <w:rsid w:val="00A32535"/>
    <w:rsid w:val="00A32E42"/>
    <w:rsid w:val="00A33DCE"/>
    <w:rsid w:val="00A34A03"/>
    <w:rsid w:val="00A362F9"/>
    <w:rsid w:val="00A36953"/>
    <w:rsid w:val="00A40A7D"/>
    <w:rsid w:val="00A44368"/>
    <w:rsid w:val="00A448C9"/>
    <w:rsid w:val="00A44A9B"/>
    <w:rsid w:val="00A46152"/>
    <w:rsid w:val="00A47BEF"/>
    <w:rsid w:val="00A50431"/>
    <w:rsid w:val="00A52611"/>
    <w:rsid w:val="00A52813"/>
    <w:rsid w:val="00A52AF0"/>
    <w:rsid w:val="00A534E7"/>
    <w:rsid w:val="00A53D28"/>
    <w:rsid w:val="00A53F4E"/>
    <w:rsid w:val="00A542D9"/>
    <w:rsid w:val="00A5455A"/>
    <w:rsid w:val="00A55518"/>
    <w:rsid w:val="00A55987"/>
    <w:rsid w:val="00A55C9B"/>
    <w:rsid w:val="00A563F2"/>
    <w:rsid w:val="00A565D9"/>
    <w:rsid w:val="00A568C3"/>
    <w:rsid w:val="00A569DB"/>
    <w:rsid w:val="00A5751E"/>
    <w:rsid w:val="00A60888"/>
    <w:rsid w:val="00A61009"/>
    <w:rsid w:val="00A61649"/>
    <w:rsid w:val="00A61834"/>
    <w:rsid w:val="00A61921"/>
    <w:rsid w:val="00A61DAE"/>
    <w:rsid w:val="00A62DE3"/>
    <w:rsid w:val="00A63552"/>
    <w:rsid w:val="00A638C4"/>
    <w:rsid w:val="00A64CA1"/>
    <w:rsid w:val="00A65C99"/>
    <w:rsid w:val="00A65D14"/>
    <w:rsid w:val="00A675C7"/>
    <w:rsid w:val="00A67801"/>
    <w:rsid w:val="00A67973"/>
    <w:rsid w:val="00A67B69"/>
    <w:rsid w:val="00A7018F"/>
    <w:rsid w:val="00A70842"/>
    <w:rsid w:val="00A7190B"/>
    <w:rsid w:val="00A73C44"/>
    <w:rsid w:val="00A7633C"/>
    <w:rsid w:val="00A76643"/>
    <w:rsid w:val="00A77535"/>
    <w:rsid w:val="00A77682"/>
    <w:rsid w:val="00A80FB9"/>
    <w:rsid w:val="00A82624"/>
    <w:rsid w:val="00A82655"/>
    <w:rsid w:val="00A8267B"/>
    <w:rsid w:val="00A827D2"/>
    <w:rsid w:val="00A829A9"/>
    <w:rsid w:val="00A84281"/>
    <w:rsid w:val="00A84B10"/>
    <w:rsid w:val="00A851C9"/>
    <w:rsid w:val="00A85DB5"/>
    <w:rsid w:val="00A85E5D"/>
    <w:rsid w:val="00A85EEE"/>
    <w:rsid w:val="00A863C4"/>
    <w:rsid w:val="00A86577"/>
    <w:rsid w:val="00A875A5"/>
    <w:rsid w:val="00A909AF"/>
    <w:rsid w:val="00A92139"/>
    <w:rsid w:val="00A926FB"/>
    <w:rsid w:val="00A9277F"/>
    <w:rsid w:val="00A93712"/>
    <w:rsid w:val="00A93B0C"/>
    <w:rsid w:val="00A94486"/>
    <w:rsid w:val="00A94C31"/>
    <w:rsid w:val="00A95586"/>
    <w:rsid w:val="00A95940"/>
    <w:rsid w:val="00A95A02"/>
    <w:rsid w:val="00A95F92"/>
    <w:rsid w:val="00A9644F"/>
    <w:rsid w:val="00A96730"/>
    <w:rsid w:val="00A96E3B"/>
    <w:rsid w:val="00A97249"/>
    <w:rsid w:val="00A978A0"/>
    <w:rsid w:val="00A978B4"/>
    <w:rsid w:val="00A97E4D"/>
    <w:rsid w:val="00AA0260"/>
    <w:rsid w:val="00AA0EF4"/>
    <w:rsid w:val="00AA2EC7"/>
    <w:rsid w:val="00AA32BB"/>
    <w:rsid w:val="00AA6170"/>
    <w:rsid w:val="00AA6A5C"/>
    <w:rsid w:val="00AA6A65"/>
    <w:rsid w:val="00AA775C"/>
    <w:rsid w:val="00AB0C0F"/>
    <w:rsid w:val="00AB0E77"/>
    <w:rsid w:val="00AB12FE"/>
    <w:rsid w:val="00AB1388"/>
    <w:rsid w:val="00AB1A43"/>
    <w:rsid w:val="00AB1C22"/>
    <w:rsid w:val="00AB1EDF"/>
    <w:rsid w:val="00AB3231"/>
    <w:rsid w:val="00AB3916"/>
    <w:rsid w:val="00AB51ED"/>
    <w:rsid w:val="00AB62F2"/>
    <w:rsid w:val="00AB7BF8"/>
    <w:rsid w:val="00AB7ED9"/>
    <w:rsid w:val="00AC08D4"/>
    <w:rsid w:val="00AC08FD"/>
    <w:rsid w:val="00AC138D"/>
    <w:rsid w:val="00AC1B64"/>
    <w:rsid w:val="00AC26BF"/>
    <w:rsid w:val="00AC27DC"/>
    <w:rsid w:val="00AC2870"/>
    <w:rsid w:val="00AC2FEF"/>
    <w:rsid w:val="00AC31DD"/>
    <w:rsid w:val="00AC3730"/>
    <w:rsid w:val="00AC3CC7"/>
    <w:rsid w:val="00AC4541"/>
    <w:rsid w:val="00AC52B7"/>
    <w:rsid w:val="00AC6059"/>
    <w:rsid w:val="00AC6453"/>
    <w:rsid w:val="00AC79D5"/>
    <w:rsid w:val="00AD1279"/>
    <w:rsid w:val="00AD170C"/>
    <w:rsid w:val="00AD29AF"/>
    <w:rsid w:val="00AD2DB4"/>
    <w:rsid w:val="00AD319E"/>
    <w:rsid w:val="00AD3BEE"/>
    <w:rsid w:val="00AD421E"/>
    <w:rsid w:val="00AD44F2"/>
    <w:rsid w:val="00AD547A"/>
    <w:rsid w:val="00AD7629"/>
    <w:rsid w:val="00AE079B"/>
    <w:rsid w:val="00AE07A4"/>
    <w:rsid w:val="00AE090E"/>
    <w:rsid w:val="00AE0FD1"/>
    <w:rsid w:val="00AE169B"/>
    <w:rsid w:val="00AE1C94"/>
    <w:rsid w:val="00AE1D38"/>
    <w:rsid w:val="00AE1D59"/>
    <w:rsid w:val="00AE223D"/>
    <w:rsid w:val="00AE2252"/>
    <w:rsid w:val="00AE2E32"/>
    <w:rsid w:val="00AE3C29"/>
    <w:rsid w:val="00AE3EE9"/>
    <w:rsid w:val="00AE403A"/>
    <w:rsid w:val="00AE48FB"/>
    <w:rsid w:val="00AE55FA"/>
    <w:rsid w:val="00AE684E"/>
    <w:rsid w:val="00AE70BC"/>
    <w:rsid w:val="00AE7C3E"/>
    <w:rsid w:val="00AE7EED"/>
    <w:rsid w:val="00AF0915"/>
    <w:rsid w:val="00AF16D5"/>
    <w:rsid w:val="00AF1D0D"/>
    <w:rsid w:val="00AF2553"/>
    <w:rsid w:val="00AF2981"/>
    <w:rsid w:val="00AF2BE4"/>
    <w:rsid w:val="00AF3373"/>
    <w:rsid w:val="00AF3D9F"/>
    <w:rsid w:val="00AF3F8D"/>
    <w:rsid w:val="00AF4C5C"/>
    <w:rsid w:val="00AF5967"/>
    <w:rsid w:val="00AF5DCB"/>
    <w:rsid w:val="00AF6639"/>
    <w:rsid w:val="00AF6C9B"/>
    <w:rsid w:val="00AF785E"/>
    <w:rsid w:val="00B00378"/>
    <w:rsid w:val="00B015FD"/>
    <w:rsid w:val="00B019D4"/>
    <w:rsid w:val="00B0206A"/>
    <w:rsid w:val="00B020B3"/>
    <w:rsid w:val="00B03081"/>
    <w:rsid w:val="00B033AB"/>
    <w:rsid w:val="00B03493"/>
    <w:rsid w:val="00B0411C"/>
    <w:rsid w:val="00B045F8"/>
    <w:rsid w:val="00B04637"/>
    <w:rsid w:val="00B04BCD"/>
    <w:rsid w:val="00B04CA4"/>
    <w:rsid w:val="00B075AE"/>
    <w:rsid w:val="00B101B1"/>
    <w:rsid w:val="00B10CA8"/>
    <w:rsid w:val="00B11231"/>
    <w:rsid w:val="00B11827"/>
    <w:rsid w:val="00B12C08"/>
    <w:rsid w:val="00B133EF"/>
    <w:rsid w:val="00B145C6"/>
    <w:rsid w:val="00B16002"/>
    <w:rsid w:val="00B16276"/>
    <w:rsid w:val="00B16953"/>
    <w:rsid w:val="00B1785C"/>
    <w:rsid w:val="00B208B9"/>
    <w:rsid w:val="00B210D9"/>
    <w:rsid w:val="00B21C34"/>
    <w:rsid w:val="00B222CB"/>
    <w:rsid w:val="00B22486"/>
    <w:rsid w:val="00B23294"/>
    <w:rsid w:val="00B242DD"/>
    <w:rsid w:val="00B300B4"/>
    <w:rsid w:val="00B300F5"/>
    <w:rsid w:val="00B30CFB"/>
    <w:rsid w:val="00B310D3"/>
    <w:rsid w:val="00B31D73"/>
    <w:rsid w:val="00B3231F"/>
    <w:rsid w:val="00B32991"/>
    <w:rsid w:val="00B33267"/>
    <w:rsid w:val="00B34886"/>
    <w:rsid w:val="00B3610F"/>
    <w:rsid w:val="00B41571"/>
    <w:rsid w:val="00B433EB"/>
    <w:rsid w:val="00B44FA6"/>
    <w:rsid w:val="00B4590C"/>
    <w:rsid w:val="00B45E33"/>
    <w:rsid w:val="00B4634A"/>
    <w:rsid w:val="00B46DD5"/>
    <w:rsid w:val="00B46E2E"/>
    <w:rsid w:val="00B47591"/>
    <w:rsid w:val="00B47B14"/>
    <w:rsid w:val="00B47B86"/>
    <w:rsid w:val="00B47FEA"/>
    <w:rsid w:val="00B47FF2"/>
    <w:rsid w:val="00B50128"/>
    <w:rsid w:val="00B502B1"/>
    <w:rsid w:val="00B50C71"/>
    <w:rsid w:val="00B51A22"/>
    <w:rsid w:val="00B529D1"/>
    <w:rsid w:val="00B53427"/>
    <w:rsid w:val="00B54004"/>
    <w:rsid w:val="00B567F1"/>
    <w:rsid w:val="00B573CE"/>
    <w:rsid w:val="00B601C2"/>
    <w:rsid w:val="00B60DC4"/>
    <w:rsid w:val="00B614CE"/>
    <w:rsid w:val="00B625E4"/>
    <w:rsid w:val="00B63909"/>
    <w:rsid w:val="00B65EF2"/>
    <w:rsid w:val="00B66552"/>
    <w:rsid w:val="00B67200"/>
    <w:rsid w:val="00B70612"/>
    <w:rsid w:val="00B7124E"/>
    <w:rsid w:val="00B72C18"/>
    <w:rsid w:val="00B72E7A"/>
    <w:rsid w:val="00B73A19"/>
    <w:rsid w:val="00B73CF1"/>
    <w:rsid w:val="00B745D6"/>
    <w:rsid w:val="00B74D86"/>
    <w:rsid w:val="00B75101"/>
    <w:rsid w:val="00B75B36"/>
    <w:rsid w:val="00B75F84"/>
    <w:rsid w:val="00B75F9F"/>
    <w:rsid w:val="00B75FC9"/>
    <w:rsid w:val="00B779CE"/>
    <w:rsid w:val="00B77A4B"/>
    <w:rsid w:val="00B77C46"/>
    <w:rsid w:val="00B804D8"/>
    <w:rsid w:val="00B81C5F"/>
    <w:rsid w:val="00B82DC4"/>
    <w:rsid w:val="00B83081"/>
    <w:rsid w:val="00B830D1"/>
    <w:rsid w:val="00B83410"/>
    <w:rsid w:val="00B83559"/>
    <w:rsid w:val="00B83BD3"/>
    <w:rsid w:val="00B851C3"/>
    <w:rsid w:val="00B87678"/>
    <w:rsid w:val="00B877B1"/>
    <w:rsid w:val="00B87A4A"/>
    <w:rsid w:val="00B907CB"/>
    <w:rsid w:val="00B90993"/>
    <w:rsid w:val="00B90E66"/>
    <w:rsid w:val="00B90FD9"/>
    <w:rsid w:val="00B940F4"/>
    <w:rsid w:val="00B9531F"/>
    <w:rsid w:val="00B95B10"/>
    <w:rsid w:val="00B97659"/>
    <w:rsid w:val="00B97761"/>
    <w:rsid w:val="00BA0069"/>
    <w:rsid w:val="00BA09FF"/>
    <w:rsid w:val="00BA0B3C"/>
    <w:rsid w:val="00BA0E60"/>
    <w:rsid w:val="00BA0EB4"/>
    <w:rsid w:val="00BA22EE"/>
    <w:rsid w:val="00BA2D42"/>
    <w:rsid w:val="00BA3048"/>
    <w:rsid w:val="00BA323E"/>
    <w:rsid w:val="00BA57C9"/>
    <w:rsid w:val="00BA7A84"/>
    <w:rsid w:val="00BA7DA1"/>
    <w:rsid w:val="00BA7E58"/>
    <w:rsid w:val="00BB1452"/>
    <w:rsid w:val="00BB2293"/>
    <w:rsid w:val="00BB3450"/>
    <w:rsid w:val="00BB39F9"/>
    <w:rsid w:val="00BB433A"/>
    <w:rsid w:val="00BB513A"/>
    <w:rsid w:val="00BB552D"/>
    <w:rsid w:val="00BB7467"/>
    <w:rsid w:val="00BB7851"/>
    <w:rsid w:val="00BB7ECC"/>
    <w:rsid w:val="00BB7F35"/>
    <w:rsid w:val="00BC1254"/>
    <w:rsid w:val="00BC12A3"/>
    <w:rsid w:val="00BC1C2D"/>
    <w:rsid w:val="00BC2354"/>
    <w:rsid w:val="00BC265E"/>
    <w:rsid w:val="00BC2EAE"/>
    <w:rsid w:val="00BC3640"/>
    <w:rsid w:val="00BC3D7E"/>
    <w:rsid w:val="00BC4794"/>
    <w:rsid w:val="00BC4FBF"/>
    <w:rsid w:val="00BC56BA"/>
    <w:rsid w:val="00BC56F5"/>
    <w:rsid w:val="00BC5765"/>
    <w:rsid w:val="00BC5C4D"/>
    <w:rsid w:val="00BC6009"/>
    <w:rsid w:val="00BC60D1"/>
    <w:rsid w:val="00BC6347"/>
    <w:rsid w:val="00BC645B"/>
    <w:rsid w:val="00BC647A"/>
    <w:rsid w:val="00BC7788"/>
    <w:rsid w:val="00BC78A4"/>
    <w:rsid w:val="00BC7BA2"/>
    <w:rsid w:val="00BC7EA5"/>
    <w:rsid w:val="00BD071E"/>
    <w:rsid w:val="00BD081C"/>
    <w:rsid w:val="00BD1397"/>
    <w:rsid w:val="00BD33C9"/>
    <w:rsid w:val="00BD40F0"/>
    <w:rsid w:val="00BD57D1"/>
    <w:rsid w:val="00BD5905"/>
    <w:rsid w:val="00BD5CA9"/>
    <w:rsid w:val="00BD6A36"/>
    <w:rsid w:val="00BD7194"/>
    <w:rsid w:val="00BE0758"/>
    <w:rsid w:val="00BE19FC"/>
    <w:rsid w:val="00BE2154"/>
    <w:rsid w:val="00BE2EC5"/>
    <w:rsid w:val="00BE439D"/>
    <w:rsid w:val="00BE45A8"/>
    <w:rsid w:val="00BE4AED"/>
    <w:rsid w:val="00BE525E"/>
    <w:rsid w:val="00BE593A"/>
    <w:rsid w:val="00BE5A52"/>
    <w:rsid w:val="00BE623F"/>
    <w:rsid w:val="00BF26FD"/>
    <w:rsid w:val="00BF2809"/>
    <w:rsid w:val="00BF32C5"/>
    <w:rsid w:val="00BF4038"/>
    <w:rsid w:val="00BF44F6"/>
    <w:rsid w:val="00BF567E"/>
    <w:rsid w:val="00BF5D6A"/>
    <w:rsid w:val="00BF6AC4"/>
    <w:rsid w:val="00BF7204"/>
    <w:rsid w:val="00BF7391"/>
    <w:rsid w:val="00BF7524"/>
    <w:rsid w:val="00C01195"/>
    <w:rsid w:val="00C020CD"/>
    <w:rsid w:val="00C02FE0"/>
    <w:rsid w:val="00C03B22"/>
    <w:rsid w:val="00C03CB6"/>
    <w:rsid w:val="00C03E79"/>
    <w:rsid w:val="00C044B4"/>
    <w:rsid w:val="00C04D4B"/>
    <w:rsid w:val="00C05523"/>
    <w:rsid w:val="00C06269"/>
    <w:rsid w:val="00C0691A"/>
    <w:rsid w:val="00C0694E"/>
    <w:rsid w:val="00C07432"/>
    <w:rsid w:val="00C1000E"/>
    <w:rsid w:val="00C10654"/>
    <w:rsid w:val="00C10766"/>
    <w:rsid w:val="00C10FD0"/>
    <w:rsid w:val="00C11B2B"/>
    <w:rsid w:val="00C11F99"/>
    <w:rsid w:val="00C14972"/>
    <w:rsid w:val="00C14EA1"/>
    <w:rsid w:val="00C14FD0"/>
    <w:rsid w:val="00C1511D"/>
    <w:rsid w:val="00C1589C"/>
    <w:rsid w:val="00C1724C"/>
    <w:rsid w:val="00C17C23"/>
    <w:rsid w:val="00C20BB2"/>
    <w:rsid w:val="00C20CAF"/>
    <w:rsid w:val="00C2239E"/>
    <w:rsid w:val="00C2273C"/>
    <w:rsid w:val="00C2307A"/>
    <w:rsid w:val="00C23FF2"/>
    <w:rsid w:val="00C24E74"/>
    <w:rsid w:val="00C251F2"/>
    <w:rsid w:val="00C301ED"/>
    <w:rsid w:val="00C31C4C"/>
    <w:rsid w:val="00C31F2A"/>
    <w:rsid w:val="00C3218D"/>
    <w:rsid w:val="00C32319"/>
    <w:rsid w:val="00C32488"/>
    <w:rsid w:val="00C3393E"/>
    <w:rsid w:val="00C33D98"/>
    <w:rsid w:val="00C342E3"/>
    <w:rsid w:val="00C358EB"/>
    <w:rsid w:val="00C35B08"/>
    <w:rsid w:val="00C35F61"/>
    <w:rsid w:val="00C36425"/>
    <w:rsid w:val="00C37688"/>
    <w:rsid w:val="00C40D35"/>
    <w:rsid w:val="00C41148"/>
    <w:rsid w:val="00C41242"/>
    <w:rsid w:val="00C416A2"/>
    <w:rsid w:val="00C4241F"/>
    <w:rsid w:val="00C425C9"/>
    <w:rsid w:val="00C42A01"/>
    <w:rsid w:val="00C43237"/>
    <w:rsid w:val="00C43C59"/>
    <w:rsid w:val="00C445FB"/>
    <w:rsid w:val="00C458FF"/>
    <w:rsid w:val="00C45BA2"/>
    <w:rsid w:val="00C5034B"/>
    <w:rsid w:val="00C51788"/>
    <w:rsid w:val="00C51A57"/>
    <w:rsid w:val="00C5254D"/>
    <w:rsid w:val="00C53173"/>
    <w:rsid w:val="00C536A5"/>
    <w:rsid w:val="00C537F3"/>
    <w:rsid w:val="00C54581"/>
    <w:rsid w:val="00C54838"/>
    <w:rsid w:val="00C56594"/>
    <w:rsid w:val="00C57F74"/>
    <w:rsid w:val="00C621A4"/>
    <w:rsid w:val="00C627A8"/>
    <w:rsid w:val="00C62C67"/>
    <w:rsid w:val="00C6446F"/>
    <w:rsid w:val="00C66696"/>
    <w:rsid w:val="00C66958"/>
    <w:rsid w:val="00C677A2"/>
    <w:rsid w:val="00C706A4"/>
    <w:rsid w:val="00C71243"/>
    <w:rsid w:val="00C714EA"/>
    <w:rsid w:val="00C734D7"/>
    <w:rsid w:val="00C73974"/>
    <w:rsid w:val="00C7408F"/>
    <w:rsid w:val="00C7459F"/>
    <w:rsid w:val="00C752F7"/>
    <w:rsid w:val="00C759B9"/>
    <w:rsid w:val="00C766F1"/>
    <w:rsid w:val="00C7716F"/>
    <w:rsid w:val="00C77874"/>
    <w:rsid w:val="00C804E6"/>
    <w:rsid w:val="00C820AC"/>
    <w:rsid w:val="00C8304F"/>
    <w:rsid w:val="00C831A7"/>
    <w:rsid w:val="00C84614"/>
    <w:rsid w:val="00C8494E"/>
    <w:rsid w:val="00C84C3D"/>
    <w:rsid w:val="00C85433"/>
    <w:rsid w:val="00C85C16"/>
    <w:rsid w:val="00C865CE"/>
    <w:rsid w:val="00C873C8"/>
    <w:rsid w:val="00C87FCE"/>
    <w:rsid w:val="00C9000C"/>
    <w:rsid w:val="00C91CD9"/>
    <w:rsid w:val="00C91E17"/>
    <w:rsid w:val="00C92744"/>
    <w:rsid w:val="00C931D9"/>
    <w:rsid w:val="00C9337A"/>
    <w:rsid w:val="00C93710"/>
    <w:rsid w:val="00C94508"/>
    <w:rsid w:val="00C946CE"/>
    <w:rsid w:val="00C95173"/>
    <w:rsid w:val="00C96EDC"/>
    <w:rsid w:val="00CA0334"/>
    <w:rsid w:val="00CA155F"/>
    <w:rsid w:val="00CA1B8A"/>
    <w:rsid w:val="00CA1FB4"/>
    <w:rsid w:val="00CA3FEE"/>
    <w:rsid w:val="00CA4121"/>
    <w:rsid w:val="00CA41DE"/>
    <w:rsid w:val="00CA639A"/>
    <w:rsid w:val="00CA65B9"/>
    <w:rsid w:val="00CA6B4E"/>
    <w:rsid w:val="00CB09D1"/>
    <w:rsid w:val="00CB0EF7"/>
    <w:rsid w:val="00CB2122"/>
    <w:rsid w:val="00CB228C"/>
    <w:rsid w:val="00CB273E"/>
    <w:rsid w:val="00CB28DF"/>
    <w:rsid w:val="00CB4577"/>
    <w:rsid w:val="00CB547C"/>
    <w:rsid w:val="00CB6650"/>
    <w:rsid w:val="00CB6694"/>
    <w:rsid w:val="00CB76B6"/>
    <w:rsid w:val="00CB79F2"/>
    <w:rsid w:val="00CC06BA"/>
    <w:rsid w:val="00CC0DC1"/>
    <w:rsid w:val="00CC199E"/>
    <w:rsid w:val="00CC2BBC"/>
    <w:rsid w:val="00CC3042"/>
    <w:rsid w:val="00CC40C2"/>
    <w:rsid w:val="00CC4A4F"/>
    <w:rsid w:val="00CC4EB3"/>
    <w:rsid w:val="00CC664E"/>
    <w:rsid w:val="00CC6953"/>
    <w:rsid w:val="00CC7FC7"/>
    <w:rsid w:val="00CD18A6"/>
    <w:rsid w:val="00CD2D32"/>
    <w:rsid w:val="00CD3AE0"/>
    <w:rsid w:val="00CD410D"/>
    <w:rsid w:val="00CD472C"/>
    <w:rsid w:val="00CD4C7B"/>
    <w:rsid w:val="00CD51A1"/>
    <w:rsid w:val="00CD5605"/>
    <w:rsid w:val="00CD664D"/>
    <w:rsid w:val="00CD7C1A"/>
    <w:rsid w:val="00CE033E"/>
    <w:rsid w:val="00CE0896"/>
    <w:rsid w:val="00CE101A"/>
    <w:rsid w:val="00CE1262"/>
    <w:rsid w:val="00CE2E34"/>
    <w:rsid w:val="00CE40EF"/>
    <w:rsid w:val="00CE5800"/>
    <w:rsid w:val="00CE5FD9"/>
    <w:rsid w:val="00CF143A"/>
    <w:rsid w:val="00CF252D"/>
    <w:rsid w:val="00CF2D25"/>
    <w:rsid w:val="00CF3787"/>
    <w:rsid w:val="00CF5360"/>
    <w:rsid w:val="00CF5B78"/>
    <w:rsid w:val="00CF5C97"/>
    <w:rsid w:val="00CF7233"/>
    <w:rsid w:val="00CF7CFC"/>
    <w:rsid w:val="00D00D07"/>
    <w:rsid w:val="00D00D94"/>
    <w:rsid w:val="00D01693"/>
    <w:rsid w:val="00D051F3"/>
    <w:rsid w:val="00D055DD"/>
    <w:rsid w:val="00D05F55"/>
    <w:rsid w:val="00D05FB8"/>
    <w:rsid w:val="00D0647C"/>
    <w:rsid w:val="00D07208"/>
    <w:rsid w:val="00D1109A"/>
    <w:rsid w:val="00D1133A"/>
    <w:rsid w:val="00D1187F"/>
    <w:rsid w:val="00D124C5"/>
    <w:rsid w:val="00D1337C"/>
    <w:rsid w:val="00D134E2"/>
    <w:rsid w:val="00D1455A"/>
    <w:rsid w:val="00D14630"/>
    <w:rsid w:val="00D1464D"/>
    <w:rsid w:val="00D149A7"/>
    <w:rsid w:val="00D14E42"/>
    <w:rsid w:val="00D16A24"/>
    <w:rsid w:val="00D177AC"/>
    <w:rsid w:val="00D17F9D"/>
    <w:rsid w:val="00D2171C"/>
    <w:rsid w:val="00D21F54"/>
    <w:rsid w:val="00D226F1"/>
    <w:rsid w:val="00D23011"/>
    <w:rsid w:val="00D23185"/>
    <w:rsid w:val="00D233CA"/>
    <w:rsid w:val="00D239B3"/>
    <w:rsid w:val="00D24F62"/>
    <w:rsid w:val="00D250A9"/>
    <w:rsid w:val="00D260F3"/>
    <w:rsid w:val="00D264C2"/>
    <w:rsid w:val="00D2678D"/>
    <w:rsid w:val="00D26949"/>
    <w:rsid w:val="00D269A4"/>
    <w:rsid w:val="00D26D3E"/>
    <w:rsid w:val="00D270E5"/>
    <w:rsid w:val="00D272BD"/>
    <w:rsid w:val="00D278B6"/>
    <w:rsid w:val="00D27F11"/>
    <w:rsid w:val="00D3286D"/>
    <w:rsid w:val="00D32A2F"/>
    <w:rsid w:val="00D32C42"/>
    <w:rsid w:val="00D32CB2"/>
    <w:rsid w:val="00D33590"/>
    <w:rsid w:val="00D33EB5"/>
    <w:rsid w:val="00D34EF1"/>
    <w:rsid w:val="00D352D4"/>
    <w:rsid w:val="00D3552B"/>
    <w:rsid w:val="00D35DE0"/>
    <w:rsid w:val="00D362A1"/>
    <w:rsid w:val="00D370B6"/>
    <w:rsid w:val="00D37E1F"/>
    <w:rsid w:val="00D406F7"/>
    <w:rsid w:val="00D40788"/>
    <w:rsid w:val="00D41C06"/>
    <w:rsid w:val="00D425B8"/>
    <w:rsid w:val="00D428A3"/>
    <w:rsid w:val="00D44890"/>
    <w:rsid w:val="00D44B66"/>
    <w:rsid w:val="00D46D83"/>
    <w:rsid w:val="00D47078"/>
    <w:rsid w:val="00D4743F"/>
    <w:rsid w:val="00D4774F"/>
    <w:rsid w:val="00D47E27"/>
    <w:rsid w:val="00D50257"/>
    <w:rsid w:val="00D502A9"/>
    <w:rsid w:val="00D505AE"/>
    <w:rsid w:val="00D50C31"/>
    <w:rsid w:val="00D52156"/>
    <w:rsid w:val="00D52662"/>
    <w:rsid w:val="00D5351D"/>
    <w:rsid w:val="00D5368F"/>
    <w:rsid w:val="00D54FC3"/>
    <w:rsid w:val="00D55070"/>
    <w:rsid w:val="00D55C33"/>
    <w:rsid w:val="00D578C7"/>
    <w:rsid w:val="00D603CA"/>
    <w:rsid w:val="00D60902"/>
    <w:rsid w:val="00D60C2F"/>
    <w:rsid w:val="00D60DEA"/>
    <w:rsid w:val="00D60F32"/>
    <w:rsid w:val="00D617B0"/>
    <w:rsid w:val="00D61FF3"/>
    <w:rsid w:val="00D6428B"/>
    <w:rsid w:val="00D65705"/>
    <w:rsid w:val="00D65DFB"/>
    <w:rsid w:val="00D67D1D"/>
    <w:rsid w:val="00D67ED3"/>
    <w:rsid w:val="00D703E9"/>
    <w:rsid w:val="00D706F0"/>
    <w:rsid w:val="00D71D68"/>
    <w:rsid w:val="00D72575"/>
    <w:rsid w:val="00D72647"/>
    <w:rsid w:val="00D73284"/>
    <w:rsid w:val="00D73970"/>
    <w:rsid w:val="00D73CD5"/>
    <w:rsid w:val="00D73E19"/>
    <w:rsid w:val="00D751D3"/>
    <w:rsid w:val="00D7677A"/>
    <w:rsid w:val="00D76AB4"/>
    <w:rsid w:val="00D775D9"/>
    <w:rsid w:val="00D810FC"/>
    <w:rsid w:val="00D83FD2"/>
    <w:rsid w:val="00D83FDA"/>
    <w:rsid w:val="00D87126"/>
    <w:rsid w:val="00D874BF"/>
    <w:rsid w:val="00D87F6A"/>
    <w:rsid w:val="00D902E2"/>
    <w:rsid w:val="00D911EA"/>
    <w:rsid w:val="00D9295E"/>
    <w:rsid w:val="00D94365"/>
    <w:rsid w:val="00D9450E"/>
    <w:rsid w:val="00D946C8"/>
    <w:rsid w:val="00D95062"/>
    <w:rsid w:val="00D96281"/>
    <w:rsid w:val="00D978C5"/>
    <w:rsid w:val="00D97CE1"/>
    <w:rsid w:val="00D97DEC"/>
    <w:rsid w:val="00DA1DCC"/>
    <w:rsid w:val="00DA2832"/>
    <w:rsid w:val="00DA2C49"/>
    <w:rsid w:val="00DA2D54"/>
    <w:rsid w:val="00DA3686"/>
    <w:rsid w:val="00DA36CB"/>
    <w:rsid w:val="00DA4357"/>
    <w:rsid w:val="00DA4E80"/>
    <w:rsid w:val="00DA615E"/>
    <w:rsid w:val="00DA746E"/>
    <w:rsid w:val="00DB09D8"/>
    <w:rsid w:val="00DB0F0B"/>
    <w:rsid w:val="00DB1A50"/>
    <w:rsid w:val="00DB2BF0"/>
    <w:rsid w:val="00DB318C"/>
    <w:rsid w:val="00DB38C9"/>
    <w:rsid w:val="00DB43B2"/>
    <w:rsid w:val="00DB44BB"/>
    <w:rsid w:val="00DB4DC5"/>
    <w:rsid w:val="00DB6D49"/>
    <w:rsid w:val="00DB6EFB"/>
    <w:rsid w:val="00DC0F1C"/>
    <w:rsid w:val="00DC19CF"/>
    <w:rsid w:val="00DC2F56"/>
    <w:rsid w:val="00DC3B5D"/>
    <w:rsid w:val="00DC3DFF"/>
    <w:rsid w:val="00DC49B5"/>
    <w:rsid w:val="00DC4A7E"/>
    <w:rsid w:val="00DC509C"/>
    <w:rsid w:val="00DC5C82"/>
    <w:rsid w:val="00DC5CF0"/>
    <w:rsid w:val="00DC6BEA"/>
    <w:rsid w:val="00DD0239"/>
    <w:rsid w:val="00DD0908"/>
    <w:rsid w:val="00DD0D5C"/>
    <w:rsid w:val="00DD1494"/>
    <w:rsid w:val="00DD1A6F"/>
    <w:rsid w:val="00DD27E4"/>
    <w:rsid w:val="00DD4727"/>
    <w:rsid w:val="00DD4902"/>
    <w:rsid w:val="00DD4A5C"/>
    <w:rsid w:val="00DD5426"/>
    <w:rsid w:val="00DD5970"/>
    <w:rsid w:val="00DD6E50"/>
    <w:rsid w:val="00DD74AF"/>
    <w:rsid w:val="00DE0B7D"/>
    <w:rsid w:val="00DE1807"/>
    <w:rsid w:val="00DE205B"/>
    <w:rsid w:val="00DE267F"/>
    <w:rsid w:val="00DE2F6A"/>
    <w:rsid w:val="00DE54B8"/>
    <w:rsid w:val="00DE5A82"/>
    <w:rsid w:val="00DE621B"/>
    <w:rsid w:val="00DE6BCC"/>
    <w:rsid w:val="00DE7020"/>
    <w:rsid w:val="00DE73DA"/>
    <w:rsid w:val="00DF0C8D"/>
    <w:rsid w:val="00DF1665"/>
    <w:rsid w:val="00DF1669"/>
    <w:rsid w:val="00DF3F83"/>
    <w:rsid w:val="00DF50C0"/>
    <w:rsid w:val="00DF57E6"/>
    <w:rsid w:val="00DF5CAC"/>
    <w:rsid w:val="00DF6012"/>
    <w:rsid w:val="00DF6D88"/>
    <w:rsid w:val="00DF70FB"/>
    <w:rsid w:val="00E00EAC"/>
    <w:rsid w:val="00E01677"/>
    <w:rsid w:val="00E023FA"/>
    <w:rsid w:val="00E02786"/>
    <w:rsid w:val="00E02906"/>
    <w:rsid w:val="00E0324B"/>
    <w:rsid w:val="00E03470"/>
    <w:rsid w:val="00E035BB"/>
    <w:rsid w:val="00E03E7D"/>
    <w:rsid w:val="00E044E6"/>
    <w:rsid w:val="00E0576E"/>
    <w:rsid w:val="00E06C9A"/>
    <w:rsid w:val="00E0702A"/>
    <w:rsid w:val="00E077D4"/>
    <w:rsid w:val="00E07920"/>
    <w:rsid w:val="00E127EC"/>
    <w:rsid w:val="00E12FF2"/>
    <w:rsid w:val="00E138A5"/>
    <w:rsid w:val="00E13949"/>
    <w:rsid w:val="00E15172"/>
    <w:rsid w:val="00E1663D"/>
    <w:rsid w:val="00E167D3"/>
    <w:rsid w:val="00E17AB3"/>
    <w:rsid w:val="00E205BC"/>
    <w:rsid w:val="00E20CED"/>
    <w:rsid w:val="00E21885"/>
    <w:rsid w:val="00E237D6"/>
    <w:rsid w:val="00E25391"/>
    <w:rsid w:val="00E2624D"/>
    <w:rsid w:val="00E26E62"/>
    <w:rsid w:val="00E278EF"/>
    <w:rsid w:val="00E27DFC"/>
    <w:rsid w:val="00E27F79"/>
    <w:rsid w:val="00E30538"/>
    <w:rsid w:val="00E32DAA"/>
    <w:rsid w:val="00E33018"/>
    <w:rsid w:val="00E33971"/>
    <w:rsid w:val="00E33BF6"/>
    <w:rsid w:val="00E34967"/>
    <w:rsid w:val="00E37329"/>
    <w:rsid w:val="00E3739C"/>
    <w:rsid w:val="00E376CC"/>
    <w:rsid w:val="00E417B1"/>
    <w:rsid w:val="00E44289"/>
    <w:rsid w:val="00E44E54"/>
    <w:rsid w:val="00E45905"/>
    <w:rsid w:val="00E47A0B"/>
    <w:rsid w:val="00E500C4"/>
    <w:rsid w:val="00E50322"/>
    <w:rsid w:val="00E5069E"/>
    <w:rsid w:val="00E50708"/>
    <w:rsid w:val="00E50E11"/>
    <w:rsid w:val="00E51205"/>
    <w:rsid w:val="00E52727"/>
    <w:rsid w:val="00E52B5A"/>
    <w:rsid w:val="00E5324F"/>
    <w:rsid w:val="00E555D7"/>
    <w:rsid w:val="00E5571E"/>
    <w:rsid w:val="00E560DE"/>
    <w:rsid w:val="00E56119"/>
    <w:rsid w:val="00E56525"/>
    <w:rsid w:val="00E5695C"/>
    <w:rsid w:val="00E571A5"/>
    <w:rsid w:val="00E60368"/>
    <w:rsid w:val="00E609F1"/>
    <w:rsid w:val="00E61E97"/>
    <w:rsid w:val="00E62671"/>
    <w:rsid w:val="00E62853"/>
    <w:rsid w:val="00E62F53"/>
    <w:rsid w:val="00E6387D"/>
    <w:rsid w:val="00E64B97"/>
    <w:rsid w:val="00E64D24"/>
    <w:rsid w:val="00E653C0"/>
    <w:rsid w:val="00E657DE"/>
    <w:rsid w:val="00E65A5E"/>
    <w:rsid w:val="00E668C3"/>
    <w:rsid w:val="00E671D6"/>
    <w:rsid w:val="00E67684"/>
    <w:rsid w:val="00E67979"/>
    <w:rsid w:val="00E67C5A"/>
    <w:rsid w:val="00E67D83"/>
    <w:rsid w:val="00E67E45"/>
    <w:rsid w:val="00E701A3"/>
    <w:rsid w:val="00E70855"/>
    <w:rsid w:val="00E7122B"/>
    <w:rsid w:val="00E7192D"/>
    <w:rsid w:val="00E7368C"/>
    <w:rsid w:val="00E75A86"/>
    <w:rsid w:val="00E76EED"/>
    <w:rsid w:val="00E77ABE"/>
    <w:rsid w:val="00E80B1D"/>
    <w:rsid w:val="00E811F0"/>
    <w:rsid w:val="00E82BF9"/>
    <w:rsid w:val="00E82DEE"/>
    <w:rsid w:val="00E82E9B"/>
    <w:rsid w:val="00E82ED0"/>
    <w:rsid w:val="00E845C0"/>
    <w:rsid w:val="00E84878"/>
    <w:rsid w:val="00E84ABF"/>
    <w:rsid w:val="00E869E7"/>
    <w:rsid w:val="00E86F3F"/>
    <w:rsid w:val="00E8704D"/>
    <w:rsid w:val="00E87CEA"/>
    <w:rsid w:val="00E90429"/>
    <w:rsid w:val="00E90F1F"/>
    <w:rsid w:val="00E918F1"/>
    <w:rsid w:val="00E91C30"/>
    <w:rsid w:val="00E9330B"/>
    <w:rsid w:val="00E93556"/>
    <w:rsid w:val="00E93925"/>
    <w:rsid w:val="00E93BBF"/>
    <w:rsid w:val="00E942ED"/>
    <w:rsid w:val="00E9598F"/>
    <w:rsid w:val="00E960A2"/>
    <w:rsid w:val="00E96638"/>
    <w:rsid w:val="00E97784"/>
    <w:rsid w:val="00EA15D7"/>
    <w:rsid w:val="00EA1F18"/>
    <w:rsid w:val="00EA316C"/>
    <w:rsid w:val="00EA4365"/>
    <w:rsid w:val="00EA5225"/>
    <w:rsid w:val="00EA6AE7"/>
    <w:rsid w:val="00EA6D51"/>
    <w:rsid w:val="00EA714A"/>
    <w:rsid w:val="00EB2930"/>
    <w:rsid w:val="00EB46D6"/>
    <w:rsid w:val="00EB4D32"/>
    <w:rsid w:val="00EB697B"/>
    <w:rsid w:val="00EB7A46"/>
    <w:rsid w:val="00EB7F80"/>
    <w:rsid w:val="00EC07B8"/>
    <w:rsid w:val="00EC0C19"/>
    <w:rsid w:val="00EC1C0E"/>
    <w:rsid w:val="00EC1D42"/>
    <w:rsid w:val="00EC1F60"/>
    <w:rsid w:val="00EC226F"/>
    <w:rsid w:val="00EC23E3"/>
    <w:rsid w:val="00EC2FF1"/>
    <w:rsid w:val="00EC38B5"/>
    <w:rsid w:val="00EC4FAC"/>
    <w:rsid w:val="00EC520E"/>
    <w:rsid w:val="00EC71D6"/>
    <w:rsid w:val="00EC76A2"/>
    <w:rsid w:val="00EC7986"/>
    <w:rsid w:val="00ED01F2"/>
    <w:rsid w:val="00ED02E4"/>
    <w:rsid w:val="00ED0730"/>
    <w:rsid w:val="00ED0B3C"/>
    <w:rsid w:val="00ED1E60"/>
    <w:rsid w:val="00ED24CF"/>
    <w:rsid w:val="00ED28CD"/>
    <w:rsid w:val="00ED2901"/>
    <w:rsid w:val="00ED29A3"/>
    <w:rsid w:val="00ED46CA"/>
    <w:rsid w:val="00ED4B84"/>
    <w:rsid w:val="00ED624B"/>
    <w:rsid w:val="00ED6554"/>
    <w:rsid w:val="00EE12DB"/>
    <w:rsid w:val="00EE1545"/>
    <w:rsid w:val="00EE220E"/>
    <w:rsid w:val="00EE4569"/>
    <w:rsid w:val="00EE4744"/>
    <w:rsid w:val="00EE5365"/>
    <w:rsid w:val="00EE5C47"/>
    <w:rsid w:val="00EE5E8D"/>
    <w:rsid w:val="00EE6086"/>
    <w:rsid w:val="00EE6959"/>
    <w:rsid w:val="00EE7476"/>
    <w:rsid w:val="00EE7B4F"/>
    <w:rsid w:val="00EE7FBE"/>
    <w:rsid w:val="00EF17CF"/>
    <w:rsid w:val="00EF404F"/>
    <w:rsid w:val="00EF44EA"/>
    <w:rsid w:val="00EF5DB4"/>
    <w:rsid w:val="00EF7CA1"/>
    <w:rsid w:val="00F000DE"/>
    <w:rsid w:val="00F00374"/>
    <w:rsid w:val="00F0224D"/>
    <w:rsid w:val="00F026DA"/>
    <w:rsid w:val="00F02BFA"/>
    <w:rsid w:val="00F02CCE"/>
    <w:rsid w:val="00F02CD0"/>
    <w:rsid w:val="00F038AA"/>
    <w:rsid w:val="00F03C9B"/>
    <w:rsid w:val="00F04FAF"/>
    <w:rsid w:val="00F05EDD"/>
    <w:rsid w:val="00F06AF7"/>
    <w:rsid w:val="00F0724A"/>
    <w:rsid w:val="00F07799"/>
    <w:rsid w:val="00F07E1C"/>
    <w:rsid w:val="00F107DE"/>
    <w:rsid w:val="00F108B5"/>
    <w:rsid w:val="00F11211"/>
    <w:rsid w:val="00F11600"/>
    <w:rsid w:val="00F11669"/>
    <w:rsid w:val="00F120EB"/>
    <w:rsid w:val="00F1233D"/>
    <w:rsid w:val="00F12773"/>
    <w:rsid w:val="00F12BAE"/>
    <w:rsid w:val="00F14221"/>
    <w:rsid w:val="00F14B65"/>
    <w:rsid w:val="00F161B1"/>
    <w:rsid w:val="00F17BDF"/>
    <w:rsid w:val="00F17C00"/>
    <w:rsid w:val="00F17C0A"/>
    <w:rsid w:val="00F2115A"/>
    <w:rsid w:val="00F2117D"/>
    <w:rsid w:val="00F212E7"/>
    <w:rsid w:val="00F215D9"/>
    <w:rsid w:val="00F21C56"/>
    <w:rsid w:val="00F21CB3"/>
    <w:rsid w:val="00F23DF1"/>
    <w:rsid w:val="00F2410C"/>
    <w:rsid w:val="00F24757"/>
    <w:rsid w:val="00F252E3"/>
    <w:rsid w:val="00F254CA"/>
    <w:rsid w:val="00F25848"/>
    <w:rsid w:val="00F27B6E"/>
    <w:rsid w:val="00F301BA"/>
    <w:rsid w:val="00F30ECB"/>
    <w:rsid w:val="00F31EB3"/>
    <w:rsid w:val="00F32613"/>
    <w:rsid w:val="00F34714"/>
    <w:rsid w:val="00F34799"/>
    <w:rsid w:val="00F34961"/>
    <w:rsid w:val="00F354E6"/>
    <w:rsid w:val="00F362F7"/>
    <w:rsid w:val="00F377D5"/>
    <w:rsid w:val="00F37913"/>
    <w:rsid w:val="00F37B64"/>
    <w:rsid w:val="00F37D7D"/>
    <w:rsid w:val="00F40126"/>
    <w:rsid w:val="00F40898"/>
    <w:rsid w:val="00F40F7E"/>
    <w:rsid w:val="00F41376"/>
    <w:rsid w:val="00F416E6"/>
    <w:rsid w:val="00F42332"/>
    <w:rsid w:val="00F43735"/>
    <w:rsid w:val="00F43D7D"/>
    <w:rsid w:val="00F44563"/>
    <w:rsid w:val="00F44A77"/>
    <w:rsid w:val="00F45BC1"/>
    <w:rsid w:val="00F46D65"/>
    <w:rsid w:val="00F46FFC"/>
    <w:rsid w:val="00F477E8"/>
    <w:rsid w:val="00F4787E"/>
    <w:rsid w:val="00F5012E"/>
    <w:rsid w:val="00F51EBC"/>
    <w:rsid w:val="00F52B8F"/>
    <w:rsid w:val="00F53B02"/>
    <w:rsid w:val="00F53FEA"/>
    <w:rsid w:val="00F54893"/>
    <w:rsid w:val="00F54B31"/>
    <w:rsid w:val="00F5507C"/>
    <w:rsid w:val="00F55DC6"/>
    <w:rsid w:val="00F55E35"/>
    <w:rsid w:val="00F56003"/>
    <w:rsid w:val="00F56182"/>
    <w:rsid w:val="00F56975"/>
    <w:rsid w:val="00F57A80"/>
    <w:rsid w:val="00F60811"/>
    <w:rsid w:val="00F60FF2"/>
    <w:rsid w:val="00F6284A"/>
    <w:rsid w:val="00F632F1"/>
    <w:rsid w:val="00F63569"/>
    <w:rsid w:val="00F63D6A"/>
    <w:rsid w:val="00F641CE"/>
    <w:rsid w:val="00F645E3"/>
    <w:rsid w:val="00F64D28"/>
    <w:rsid w:val="00F6523C"/>
    <w:rsid w:val="00F657B8"/>
    <w:rsid w:val="00F66BB9"/>
    <w:rsid w:val="00F671DF"/>
    <w:rsid w:val="00F67285"/>
    <w:rsid w:val="00F70057"/>
    <w:rsid w:val="00F7075D"/>
    <w:rsid w:val="00F72AC3"/>
    <w:rsid w:val="00F72F43"/>
    <w:rsid w:val="00F7430F"/>
    <w:rsid w:val="00F755DC"/>
    <w:rsid w:val="00F77715"/>
    <w:rsid w:val="00F77D05"/>
    <w:rsid w:val="00F800C5"/>
    <w:rsid w:val="00F804B2"/>
    <w:rsid w:val="00F816B6"/>
    <w:rsid w:val="00F81E81"/>
    <w:rsid w:val="00F820EA"/>
    <w:rsid w:val="00F83169"/>
    <w:rsid w:val="00F83AEB"/>
    <w:rsid w:val="00F83F3B"/>
    <w:rsid w:val="00F847A4"/>
    <w:rsid w:val="00F84A4F"/>
    <w:rsid w:val="00F84A79"/>
    <w:rsid w:val="00F84B67"/>
    <w:rsid w:val="00F84C02"/>
    <w:rsid w:val="00F858A7"/>
    <w:rsid w:val="00F86162"/>
    <w:rsid w:val="00F862C2"/>
    <w:rsid w:val="00F86998"/>
    <w:rsid w:val="00F86F29"/>
    <w:rsid w:val="00F86FA9"/>
    <w:rsid w:val="00F8731E"/>
    <w:rsid w:val="00F8793F"/>
    <w:rsid w:val="00F87FA3"/>
    <w:rsid w:val="00F9027F"/>
    <w:rsid w:val="00F9036C"/>
    <w:rsid w:val="00F90803"/>
    <w:rsid w:val="00F90D44"/>
    <w:rsid w:val="00F90ECF"/>
    <w:rsid w:val="00F915A2"/>
    <w:rsid w:val="00F922FD"/>
    <w:rsid w:val="00F93837"/>
    <w:rsid w:val="00F93A50"/>
    <w:rsid w:val="00F954C9"/>
    <w:rsid w:val="00F95BAC"/>
    <w:rsid w:val="00F95CEC"/>
    <w:rsid w:val="00F9664F"/>
    <w:rsid w:val="00F96AE7"/>
    <w:rsid w:val="00F97109"/>
    <w:rsid w:val="00FA3056"/>
    <w:rsid w:val="00FA423C"/>
    <w:rsid w:val="00FA43D1"/>
    <w:rsid w:val="00FA505C"/>
    <w:rsid w:val="00FA5D22"/>
    <w:rsid w:val="00FA6675"/>
    <w:rsid w:val="00FA79B1"/>
    <w:rsid w:val="00FA7FE0"/>
    <w:rsid w:val="00FB0190"/>
    <w:rsid w:val="00FB0356"/>
    <w:rsid w:val="00FB0384"/>
    <w:rsid w:val="00FB077B"/>
    <w:rsid w:val="00FB187B"/>
    <w:rsid w:val="00FB42F4"/>
    <w:rsid w:val="00FB4DD7"/>
    <w:rsid w:val="00FB4EA2"/>
    <w:rsid w:val="00FB5F78"/>
    <w:rsid w:val="00FB62A7"/>
    <w:rsid w:val="00FB7BF9"/>
    <w:rsid w:val="00FC11AC"/>
    <w:rsid w:val="00FC1E40"/>
    <w:rsid w:val="00FC23B7"/>
    <w:rsid w:val="00FC30E5"/>
    <w:rsid w:val="00FC32A4"/>
    <w:rsid w:val="00FC35D2"/>
    <w:rsid w:val="00FC4B27"/>
    <w:rsid w:val="00FC4D9F"/>
    <w:rsid w:val="00FC5554"/>
    <w:rsid w:val="00FC5AE8"/>
    <w:rsid w:val="00FC6A2B"/>
    <w:rsid w:val="00FC715F"/>
    <w:rsid w:val="00FD1A1F"/>
    <w:rsid w:val="00FD2E63"/>
    <w:rsid w:val="00FD3B4F"/>
    <w:rsid w:val="00FD3E31"/>
    <w:rsid w:val="00FD4A5B"/>
    <w:rsid w:val="00FD5EB1"/>
    <w:rsid w:val="00FD6A87"/>
    <w:rsid w:val="00FD6C16"/>
    <w:rsid w:val="00FE007B"/>
    <w:rsid w:val="00FE2282"/>
    <w:rsid w:val="00FE24C0"/>
    <w:rsid w:val="00FE2536"/>
    <w:rsid w:val="00FE2873"/>
    <w:rsid w:val="00FE3386"/>
    <w:rsid w:val="00FE3A5D"/>
    <w:rsid w:val="00FE5C7F"/>
    <w:rsid w:val="00FE667F"/>
    <w:rsid w:val="00FE6F72"/>
    <w:rsid w:val="00FE7010"/>
    <w:rsid w:val="00FE76D4"/>
    <w:rsid w:val="00FF13E4"/>
    <w:rsid w:val="00FF18B9"/>
    <w:rsid w:val="00FF1E5A"/>
    <w:rsid w:val="00FF25D6"/>
    <w:rsid w:val="00FF3CC7"/>
    <w:rsid w:val="00FF4C51"/>
    <w:rsid w:val="00FF4ED8"/>
    <w:rsid w:val="00FF536E"/>
    <w:rsid w:val="00FF5D2D"/>
    <w:rsid w:val="00FF5D45"/>
    <w:rsid w:val="00FF62FE"/>
    <w:rsid w:val="00FF6FCC"/>
    <w:rsid w:val="00FF7A6B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76C25"/>
  <w15:docId w15:val="{74B088BE-E58D-475A-B7D3-D16E3343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53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l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val="et-EE" w:eastAsia="et-EE"/>
    </w:rPr>
  </w:style>
  <w:style w:type="paragraph" w:styleId="BalloonText">
    <w:name w:val="Balloon Text"/>
    <w:basedOn w:val="Normal"/>
    <w:link w:val="BalloonTextChar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D55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F008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2D0B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A2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2D0BA2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C779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digi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rje\Desktop\EOKL\Blanketid,%20alusdokumendid\EOKL%20blank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FA348577098245899D2F4916D234F0" ma:contentTypeVersion="12" ma:contentTypeDescription="Create a new document." ma:contentTypeScope="" ma:versionID="1df8a359b9f4babb23fb3a8073e44034">
  <xsd:schema xmlns:xsd="http://www.w3.org/2001/XMLSchema" xmlns:xs="http://www.w3.org/2001/XMLSchema" xmlns:p="http://schemas.microsoft.com/office/2006/metadata/properties" xmlns:ns3="19fa0ad8-cca7-49f9-93c9-14cea3d6850b" targetNamespace="http://schemas.microsoft.com/office/2006/metadata/properties" ma:root="true" ma:fieldsID="7e3241b3fd9484e9bb23cb8361083af0" ns3:_="">
    <xsd:import namespace="19fa0ad8-cca7-49f9-93c9-14cea3d685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a0ad8-cca7-49f9-93c9-14cea3d685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fa0ad8-cca7-49f9-93c9-14cea3d6850b" xsi:nil="true"/>
  </documentManagement>
</p:properties>
</file>

<file path=customXml/itemProps1.xml><?xml version="1.0" encoding="utf-8"?>
<ds:datastoreItem xmlns:ds="http://schemas.openxmlformats.org/officeDocument/2006/customXml" ds:itemID="{ACD2A44E-4C1F-44F3-8230-A53EC2F409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FFD3BC-EF44-4E6D-9A9E-BFD8F9BF1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a0ad8-cca7-49f9-93c9-14cea3d685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DAE6EC-9A6D-498D-A19B-93F98DC040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3C482-1F92-431F-9D6C-01440452448A}">
  <ds:schemaRefs>
    <ds:schemaRef ds:uri="http://schemas.microsoft.com/office/2006/metadata/properties"/>
    <ds:schemaRef ds:uri="http://schemas.microsoft.com/office/infopath/2007/PartnerControls"/>
    <ds:schemaRef ds:uri="19fa0ad8-cca7-49f9-93c9-14cea3d685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EOKL blank</Template>
  <TotalTime>277</TotalTime>
  <Pages>2</Pages>
  <Words>538</Words>
  <Characters>3123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cp:keywords/>
  <dc:description/>
  <cp:lastModifiedBy>Andry Krass</cp:lastModifiedBy>
  <cp:revision>227</cp:revision>
  <cp:lastPrinted>2015-09-29T10:36:00Z</cp:lastPrinted>
  <dcterms:created xsi:type="dcterms:W3CDTF">2025-10-22T12:52:00Z</dcterms:created>
  <dcterms:modified xsi:type="dcterms:W3CDTF">2025-10-24T09:13:00Z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0x01010051FA348577098245899D2F4916D234F0</vt:lpwstr>
  </property>
</Properties>
</file>